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47937" w14:textId="77777777" w:rsidR="001961B5" w:rsidRDefault="004C6F00" w:rsidP="004F0BE1">
      <w:pPr>
        <w:pStyle w:val="ChTitle"/>
      </w:pPr>
      <w:r>
        <w:t>Companion content files and descriptions</w:t>
      </w:r>
    </w:p>
    <w:p w14:paraId="6A7B0A92" w14:textId="77777777" w:rsidR="004C6F00" w:rsidRDefault="004C6F00" w:rsidP="00156AA4">
      <w:pPr>
        <w:pStyle w:val="Heading1"/>
      </w:pPr>
      <w:r>
        <w:t>Chapter 1</w:t>
      </w:r>
    </w:p>
    <w:p w14:paraId="0D5169D8" w14:textId="7D36BCD3" w:rsidR="004C6F00" w:rsidRDefault="004C6F00" w:rsidP="00CE593E">
      <w:pPr>
        <w:pStyle w:val="List-Bulleted"/>
      </w:pPr>
      <w:r w:rsidRPr="005D02B9">
        <w:rPr>
          <w:b/>
        </w:rPr>
        <w:t>Sales 2015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>
        <w:t>This</w:t>
      </w:r>
      <w:proofErr w:type="gramEnd"/>
      <w:r>
        <w:t xml:space="preserve"> file contains data for Figures 1-1 through 1-27.</w:t>
      </w:r>
    </w:p>
    <w:p w14:paraId="07563F0A" w14:textId="16016C4B" w:rsidR="004C6F00" w:rsidRDefault="004C6F00" w:rsidP="00CE593E">
      <w:pPr>
        <w:pStyle w:val="List-Bulleted"/>
      </w:pPr>
      <w:r w:rsidRPr="005D02B9">
        <w:rPr>
          <w:b/>
        </w:rPr>
        <w:t>Budget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>
        <w:t>This</w:t>
      </w:r>
      <w:proofErr w:type="gramEnd"/>
      <w:r>
        <w:t xml:space="preserve"> file contains data for Figure 1-28.</w:t>
      </w:r>
    </w:p>
    <w:p w14:paraId="12BD259F" w14:textId="23C9CDBD" w:rsidR="004C6F00" w:rsidRDefault="004C6F00" w:rsidP="00CE593E">
      <w:pPr>
        <w:pStyle w:val="List-Bulleted"/>
      </w:pPr>
      <w:r w:rsidRPr="005D02B9">
        <w:rPr>
          <w:b/>
        </w:rPr>
        <w:t>Sales and Budget Manually Combined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>
        <w:t>This</w:t>
      </w:r>
      <w:proofErr w:type="gramEnd"/>
      <w:r>
        <w:t xml:space="preserve"> file contains the sales and budget combined manually through copy-and-paste. It is also used for other examples in the chapter.</w:t>
      </w:r>
    </w:p>
    <w:p w14:paraId="7D590712" w14:textId="77777777" w:rsidR="004C6F00" w:rsidRDefault="004C6F00" w:rsidP="00156AA4">
      <w:pPr>
        <w:pStyle w:val="Heading1"/>
      </w:pPr>
      <w:r>
        <w:t>Chapter 2</w:t>
      </w:r>
    </w:p>
    <w:p w14:paraId="5B713439" w14:textId="19A807E1" w:rsidR="004C6F00" w:rsidRPr="009A2BE9" w:rsidRDefault="004C6F00" w:rsidP="00CE593E">
      <w:pPr>
        <w:pStyle w:val="List-Bulleted"/>
      </w:pPr>
      <w:r w:rsidRPr="009A2BE9">
        <w:rPr>
          <w:b/>
        </w:rPr>
        <w:t>Sales 2015 and Budget 2016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>
        <w:t>This</w:t>
      </w:r>
      <w:proofErr w:type="gramEnd"/>
      <w:r>
        <w:t xml:space="preserve"> file c</w:t>
      </w:r>
      <w:r w:rsidRPr="009A2BE9">
        <w:t xml:space="preserve">ontains data for all </w:t>
      </w:r>
      <w:r>
        <w:t xml:space="preserve">of </w:t>
      </w:r>
      <w:r w:rsidRPr="009A2BE9">
        <w:t>the demo</w:t>
      </w:r>
      <w:r>
        <w:t>nstration</w:t>
      </w:r>
      <w:r w:rsidRPr="009A2BE9">
        <w:t>s</w:t>
      </w:r>
      <w:r>
        <w:t>.</w:t>
      </w:r>
    </w:p>
    <w:p w14:paraId="20ED641F" w14:textId="77777777" w:rsidR="004C6F00" w:rsidRDefault="004C6F00" w:rsidP="00156AA4">
      <w:pPr>
        <w:pStyle w:val="Heading1"/>
      </w:pPr>
      <w:r>
        <w:t>Chapter 3</w:t>
      </w:r>
    </w:p>
    <w:p w14:paraId="4E26C4F0" w14:textId="64740F1C" w:rsidR="004C6F00" w:rsidRDefault="004C6F00" w:rsidP="00CE593E">
      <w:pPr>
        <w:pStyle w:val="List-Bulleted"/>
      </w:pPr>
      <w:r>
        <w:rPr>
          <w:b/>
        </w:rPr>
        <w:t>2015</w:t>
      </w:r>
      <w:r w:rsidRPr="00E102BF">
        <w:rPr>
          <w:b/>
        </w:rPr>
        <w:t xml:space="preserve"> Sales</w:t>
      </w:r>
      <w:r>
        <w:rPr>
          <w:b/>
        </w:rPr>
        <w:t>.xlsx</w:t>
      </w:r>
      <w:r>
        <w:rPr>
          <w:rStyle w:val="CommentReference"/>
        </w:rPr>
        <w:t> </w:t>
      </w:r>
      <w:r>
        <w:t xml:space="preserve">This file contains data for the first set of </w:t>
      </w:r>
      <w:r w:rsidR="00CE593E" w:rsidRPr="009A2BE9">
        <w:t>demo</w:t>
      </w:r>
      <w:r w:rsidR="00CE593E">
        <w:t>nstration</w:t>
      </w:r>
      <w:r w:rsidR="00CE593E" w:rsidRPr="009A2BE9">
        <w:t>s</w:t>
      </w:r>
      <w:r>
        <w:t xml:space="preserve"> (Figure 3-7).</w:t>
      </w:r>
    </w:p>
    <w:p w14:paraId="405E168F" w14:textId="53749F14" w:rsidR="004C6F00" w:rsidRDefault="004C6F00" w:rsidP="00CE593E">
      <w:pPr>
        <w:pStyle w:val="List-Bulleted"/>
      </w:pPr>
      <w:r>
        <w:rPr>
          <w:b/>
        </w:rPr>
        <w:t xml:space="preserve">Sales </w:t>
      </w:r>
      <w:proofErr w:type="spellStart"/>
      <w:r>
        <w:rPr>
          <w:b/>
        </w:rPr>
        <w:t>PBD.pbix</w:t>
      </w:r>
      <w:proofErr w:type="spellEnd"/>
      <w:r>
        <w:rPr>
          <w:rStyle w:val="CommentReference"/>
        </w:rPr>
        <w:t> </w:t>
      </w:r>
      <w:r>
        <w:t>This file c</w:t>
      </w:r>
      <w:r w:rsidRPr="00E102BF">
        <w:t xml:space="preserve">ontains the Power BI Desktop file </w:t>
      </w:r>
      <w:r>
        <w:t>created in the chapter.</w:t>
      </w:r>
    </w:p>
    <w:p w14:paraId="749450F3" w14:textId="77777777" w:rsidR="004C6F00" w:rsidRDefault="004C6F00" w:rsidP="00430259">
      <w:pPr>
        <w:pStyle w:val="Heading1"/>
      </w:pPr>
      <w:r>
        <w:lastRenderedPageBreak/>
        <w:t>Chapter 4</w:t>
      </w:r>
    </w:p>
    <w:p w14:paraId="08771C43" w14:textId="2065A0BE" w:rsidR="004C6F00" w:rsidRPr="00F174BD" w:rsidRDefault="004C6F00" w:rsidP="00430259">
      <w:pPr>
        <w:pStyle w:val="List-Bulleted"/>
        <w:keepNext/>
        <w:keepLines/>
      </w:pPr>
      <w:r w:rsidRPr="00F174BD">
        <w:rPr>
          <w:b/>
        </w:rPr>
        <w:t>2016 Budget.xlsx</w:t>
      </w:r>
      <w:r>
        <w:rPr>
          <w:rStyle w:val="CommentReference"/>
        </w:rPr>
        <w:t> </w:t>
      </w:r>
      <w:r>
        <w:t xml:space="preserve">This file contains the budget data </w:t>
      </w:r>
      <w:r w:rsidR="00AD1857">
        <w:t>to add budget figures to Sales 2015</w:t>
      </w:r>
      <w:r>
        <w:t>.</w:t>
      </w:r>
    </w:p>
    <w:p w14:paraId="5C83F6B4" w14:textId="31532BA7" w:rsidR="004C6F00" w:rsidRDefault="004C6F00" w:rsidP="00430259">
      <w:pPr>
        <w:pStyle w:val="List-Bulleted"/>
        <w:keepNext/>
        <w:keepLines/>
      </w:pPr>
      <w:r w:rsidRPr="005D02B9">
        <w:rPr>
          <w:b/>
        </w:rPr>
        <w:t>Sales 2015</w:t>
      </w:r>
      <w:r>
        <w:rPr>
          <w:b/>
        </w:rPr>
        <w:t xml:space="preserve"> </w:t>
      </w:r>
      <w:proofErr w:type="spellStart"/>
      <w:r>
        <w:rPr>
          <w:b/>
        </w:rPr>
        <w:t>Start.pbix</w:t>
      </w:r>
      <w:proofErr w:type="spellEnd"/>
      <w:r>
        <w:rPr>
          <w:rStyle w:val="CommentReference"/>
        </w:rPr>
        <w:t> </w:t>
      </w:r>
      <w:r>
        <w:t>This file contains data loaded from SQL Server and from the Excel budget file. You can use this as the starting project, if you plan to reproduce each step yourself.</w:t>
      </w:r>
    </w:p>
    <w:p w14:paraId="4D9C325A" w14:textId="49D2F691" w:rsidR="004C6F00" w:rsidRDefault="004C6F00" w:rsidP="00CE593E">
      <w:pPr>
        <w:pStyle w:val="List-Bulleted"/>
      </w:pPr>
      <w:r w:rsidRPr="005D02B9">
        <w:rPr>
          <w:b/>
        </w:rPr>
        <w:t>Sales 2015</w:t>
      </w:r>
      <w:r>
        <w:rPr>
          <w:b/>
        </w:rPr>
        <w:t>.pbix</w:t>
      </w:r>
      <w:r>
        <w:rPr>
          <w:rStyle w:val="CommentReference"/>
        </w:rPr>
        <w:t> </w:t>
      </w:r>
      <w:r>
        <w:t>T</w:t>
      </w:r>
      <w:r w:rsidRPr="00175924">
        <w:t>his is the final version of the project</w:t>
      </w:r>
      <w:r>
        <w:t xml:space="preserve">, with all </w:t>
      </w:r>
      <w:r w:rsidR="00CE593E">
        <w:t xml:space="preserve">of </w:t>
      </w:r>
      <w:r>
        <w:t>the code from the book already in the file.</w:t>
      </w:r>
      <w:bookmarkStart w:id="0" w:name="_GoBack"/>
      <w:bookmarkEnd w:id="0"/>
    </w:p>
    <w:p w14:paraId="7C44942A" w14:textId="77777777" w:rsidR="004C6F00" w:rsidRDefault="004C6F00" w:rsidP="00156AA4">
      <w:pPr>
        <w:pStyle w:val="Heading1"/>
      </w:pPr>
      <w:r>
        <w:t>Chapter 5</w:t>
      </w:r>
    </w:p>
    <w:p w14:paraId="6DF4F78E" w14:textId="16475355" w:rsidR="004C6F00" w:rsidRDefault="004C6F00" w:rsidP="00CE593E">
      <w:pPr>
        <w:pStyle w:val="List-Bulleted"/>
      </w:pPr>
      <w:r w:rsidRPr="005D02B9">
        <w:rPr>
          <w:b/>
        </w:rPr>
        <w:t>Sales 2015</w:t>
      </w:r>
      <w:r>
        <w:rPr>
          <w:b/>
        </w:rPr>
        <w:t xml:space="preserve"> - </w:t>
      </w:r>
      <w:proofErr w:type="spellStart"/>
      <w:r>
        <w:rPr>
          <w:b/>
        </w:rPr>
        <w:t>start.pbix</w:t>
      </w:r>
      <w:proofErr w:type="spellEnd"/>
      <w:r>
        <w:rPr>
          <w:rStyle w:val="CommentReference"/>
        </w:rPr>
        <w:t> </w:t>
      </w:r>
      <w:r>
        <w:t>This is the starting point of the chapter.</w:t>
      </w:r>
    </w:p>
    <w:p w14:paraId="69C9FCCB" w14:textId="509AC910" w:rsidR="004C6F00" w:rsidRDefault="004C6F00" w:rsidP="00CE593E">
      <w:pPr>
        <w:pStyle w:val="List-Bulleted"/>
      </w:pPr>
      <w:r w:rsidRPr="005D02B9">
        <w:rPr>
          <w:b/>
        </w:rPr>
        <w:t>Sales 2015</w:t>
      </w:r>
      <w:r>
        <w:rPr>
          <w:b/>
        </w:rPr>
        <w:t xml:space="preserve"> and Website 2015.pbix</w:t>
      </w:r>
      <w:r>
        <w:rPr>
          <w:rStyle w:val="CommentReference"/>
        </w:rPr>
        <w:t> </w:t>
      </w:r>
      <w:proofErr w:type="gramStart"/>
      <w:r>
        <w:t>T</w:t>
      </w:r>
      <w:r w:rsidRPr="00175924">
        <w:t>his</w:t>
      </w:r>
      <w:proofErr w:type="gramEnd"/>
      <w:r w:rsidRPr="00175924">
        <w:t xml:space="preserve"> is the final version of the project</w:t>
      </w:r>
      <w:r>
        <w:t xml:space="preserve">, with all </w:t>
      </w:r>
      <w:r w:rsidR="00CE593E">
        <w:t xml:space="preserve">of </w:t>
      </w:r>
      <w:r>
        <w:t>the code used in the book already in the file.</w:t>
      </w:r>
    </w:p>
    <w:p w14:paraId="04F3DB7B" w14:textId="77777777" w:rsidR="004C6F00" w:rsidRDefault="004C6F00" w:rsidP="00156AA4">
      <w:pPr>
        <w:pStyle w:val="Heading1"/>
      </w:pPr>
      <w:r>
        <w:t>Chapter 6</w:t>
      </w:r>
    </w:p>
    <w:p w14:paraId="1A37A818" w14:textId="3935F501" w:rsidR="004C6F00" w:rsidRPr="00AB03B3" w:rsidRDefault="004C6F00" w:rsidP="007675AB">
      <w:pPr>
        <w:pStyle w:val="Paragraph"/>
      </w:pPr>
      <w:r>
        <w:t xml:space="preserve">This chapter uses the same SQL Server database provided for </w:t>
      </w:r>
      <w:r w:rsidR="00CE593E">
        <w:t xml:space="preserve">Chapter </w:t>
      </w:r>
      <w:r>
        <w:t>4. The starting point, with the data already present, is provided for readers who do not have access to SQL Server.</w:t>
      </w:r>
    </w:p>
    <w:p w14:paraId="64387337" w14:textId="77932E50" w:rsidR="004C6F00" w:rsidRDefault="004C6F00" w:rsidP="00CE593E">
      <w:pPr>
        <w:pStyle w:val="List-Bulleted"/>
      </w:pPr>
      <w:r>
        <w:rPr>
          <w:b/>
        </w:rPr>
        <w:t xml:space="preserve">Budget - </w:t>
      </w:r>
      <w:proofErr w:type="spellStart"/>
      <w:r>
        <w:rPr>
          <w:b/>
        </w:rPr>
        <w:t>Start.pbix</w:t>
      </w:r>
      <w:proofErr w:type="spellEnd"/>
      <w:r>
        <w:rPr>
          <w:rStyle w:val="CommentReference"/>
        </w:rPr>
        <w:t> </w:t>
      </w:r>
      <w:proofErr w:type="gramStart"/>
      <w:r>
        <w:t>This</w:t>
      </w:r>
      <w:proofErr w:type="gramEnd"/>
      <w:r>
        <w:t xml:space="preserve"> is the starting point of the chapter. The file contains data loaded from SQL Server.</w:t>
      </w:r>
    </w:p>
    <w:p w14:paraId="3D64D0DE" w14:textId="04162249" w:rsidR="004C6F00" w:rsidRPr="00842D52" w:rsidRDefault="004C6F00" w:rsidP="00070E07">
      <w:pPr>
        <w:pStyle w:val="List-Bulleted"/>
      </w:pPr>
      <w:proofErr w:type="spellStart"/>
      <w:r w:rsidRPr="00842D52">
        <w:rPr>
          <w:b/>
        </w:rPr>
        <w:t>Budget</w:t>
      </w:r>
      <w:r w:rsidRPr="001D69B1">
        <w:rPr>
          <w:b/>
        </w:rPr>
        <w:t>.pbix</w:t>
      </w:r>
      <w:proofErr w:type="spellEnd"/>
      <w:r w:rsidRPr="001D69B1">
        <w:t xml:space="preserve"> This is the final version of the project, with all the code used in the book already in the file.</w:t>
      </w:r>
    </w:p>
    <w:p w14:paraId="5FADA485" w14:textId="77777777" w:rsidR="004C6F00" w:rsidRDefault="004C6F00" w:rsidP="00156AA4">
      <w:pPr>
        <w:pStyle w:val="Heading1"/>
      </w:pPr>
      <w:r>
        <w:t>Chapter 7</w:t>
      </w:r>
    </w:p>
    <w:p w14:paraId="238D7449" w14:textId="0FD5CE93" w:rsidR="004C6F00" w:rsidRDefault="004C6F00" w:rsidP="00CE593E">
      <w:pPr>
        <w:pStyle w:val="List-Bulleted"/>
      </w:pPr>
      <w:r w:rsidRPr="00156AA4">
        <w:rPr>
          <w:b/>
        </w:rPr>
        <w:t>Sample-</w:t>
      </w:r>
      <w:proofErr w:type="spellStart"/>
      <w:r w:rsidRPr="00156AA4">
        <w:rPr>
          <w:b/>
        </w:rPr>
        <w:t>Sales</w:t>
      </w:r>
      <w:r>
        <w:rPr>
          <w:b/>
        </w:rPr>
        <w:t>.pbix</w:t>
      </w:r>
      <w:proofErr w:type="spellEnd"/>
      <w:r>
        <w:rPr>
          <w:rStyle w:val="CommentReference"/>
        </w:rPr>
        <w:t> </w:t>
      </w:r>
      <w:r>
        <w:t>T</w:t>
      </w:r>
      <w:r w:rsidRPr="00175924">
        <w:t xml:space="preserve">his is the </w:t>
      </w:r>
      <w:r>
        <w:t>report showing statistics of Contoso’s sales. This file is used in the first part of Chapter 7.</w:t>
      </w:r>
    </w:p>
    <w:p w14:paraId="04B2D290" w14:textId="1862844B" w:rsidR="004C6F00" w:rsidRPr="00156AA4" w:rsidRDefault="004C6F00" w:rsidP="00CE593E">
      <w:pPr>
        <w:pStyle w:val="List-Bulleted"/>
      </w:pPr>
      <w:r w:rsidRPr="00156AA4">
        <w:rPr>
          <w:b/>
        </w:rPr>
        <w:t>Sample-</w:t>
      </w:r>
      <w:proofErr w:type="spellStart"/>
      <w:r w:rsidRPr="00156AA4">
        <w:rPr>
          <w:b/>
        </w:rPr>
        <w:t>Population</w:t>
      </w:r>
      <w:r>
        <w:rPr>
          <w:b/>
        </w:rPr>
        <w:t>.pbix</w:t>
      </w:r>
      <w:proofErr w:type="spellEnd"/>
      <w:r>
        <w:rPr>
          <w:rStyle w:val="CommentReference"/>
        </w:rPr>
        <w:t> </w:t>
      </w:r>
      <w:r>
        <w:t>T</w:t>
      </w:r>
      <w:r w:rsidRPr="00175924">
        <w:t xml:space="preserve">his </w:t>
      </w:r>
      <w:r w:rsidRPr="00156AA4">
        <w:t>is the report showing population density (from Figure 7-23 to Figure 7-25)</w:t>
      </w:r>
      <w:r>
        <w:t>.</w:t>
      </w:r>
    </w:p>
    <w:p w14:paraId="5B44A113" w14:textId="1679EF24" w:rsidR="004C6F00" w:rsidRDefault="004C6F00" w:rsidP="00CE593E">
      <w:pPr>
        <w:pStyle w:val="List-Bulleted"/>
      </w:pPr>
      <w:r w:rsidRPr="00156AA4">
        <w:rPr>
          <w:b/>
        </w:rPr>
        <w:t>Sample-</w:t>
      </w:r>
      <w:proofErr w:type="spellStart"/>
      <w:r w:rsidRPr="00156AA4">
        <w:rPr>
          <w:b/>
        </w:rPr>
        <w:t>Stocks</w:t>
      </w:r>
      <w:r>
        <w:rPr>
          <w:b/>
        </w:rPr>
        <w:t>.pbix</w:t>
      </w:r>
      <w:proofErr w:type="spellEnd"/>
      <w:r>
        <w:rPr>
          <w:rStyle w:val="CommentReference"/>
        </w:rPr>
        <w:t> </w:t>
      </w:r>
      <w:r>
        <w:t>T</w:t>
      </w:r>
      <w:r w:rsidRPr="00175924">
        <w:t xml:space="preserve">his is the </w:t>
      </w:r>
      <w:r>
        <w:t xml:space="preserve">stock portfolio report </w:t>
      </w:r>
      <w:r w:rsidRPr="00156AA4">
        <w:t>(from Figure 7-2</w:t>
      </w:r>
      <w:r>
        <w:t>6</w:t>
      </w:r>
      <w:r w:rsidRPr="00156AA4">
        <w:t xml:space="preserve"> to Figure 7-</w:t>
      </w:r>
      <w:r>
        <w:t>28</w:t>
      </w:r>
      <w:r w:rsidRPr="00156AA4">
        <w:t>)</w:t>
      </w:r>
      <w:r>
        <w:t>.</w:t>
      </w:r>
    </w:p>
    <w:p w14:paraId="72E429AB" w14:textId="7C29C765" w:rsidR="004C6F00" w:rsidRDefault="004C6F00" w:rsidP="00CE593E">
      <w:pPr>
        <w:pStyle w:val="List-Bulleted"/>
      </w:pPr>
      <w:r w:rsidRPr="00156AA4">
        <w:rPr>
          <w:b/>
        </w:rPr>
        <w:t>Sample-</w:t>
      </w:r>
      <w:proofErr w:type="spellStart"/>
      <w:r w:rsidRPr="00156AA4">
        <w:rPr>
          <w:b/>
        </w:rPr>
        <w:t>DAXFormatter</w:t>
      </w:r>
      <w:proofErr w:type="spellEnd"/>
      <w:r w:rsidRPr="00156AA4">
        <w:rPr>
          <w:b/>
        </w:rPr>
        <w:t>-</w:t>
      </w:r>
      <w:proofErr w:type="spellStart"/>
      <w:r w:rsidRPr="00156AA4">
        <w:rPr>
          <w:b/>
        </w:rPr>
        <w:t>Analytics</w:t>
      </w:r>
      <w:r>
        <w:rPr>
          <w:b/>
        </w:rPr>
        <w:t>.pbix</w:t>
      </w:r>
      <w:proofErr w:type="spellEnd"/>
      <w:r>
        <w:rPr>
          <w:rStyle w:val="CommentReference"/>
        </w:rPr>
        <w:t> </w:t>
      </w:r>
      <w:r>
        <w:t>This is the dashboard showing data from Google Analytics for the DAX Formatter website</w:t>
      </w:r>
      <w:r w:rsidRPr="00156AA4">
        <w:t xml:space="preserve"> </w:t>
      </w:r>
      <w:r>
        <w:t>(from Figure 7-32</w:t>
      </w:r>
      <w:r w:rsidRPr="00156AA4">
        <w:t xml:space="preserve"> to Figure 7-</w:t>
      </w:r>
      <w:r>
        <w:t>37</w:t>
      </w:r>
      <w:r w:rsidRPr="00156AA4">
        <w:t>)</w:t>
      </w:r>
      <w:r>
        <w:t>.</w:t>
      </w:r>
    </w:p>
    <w:p w14:paraId="361F882C" w14:textId="77777777" w:rsidR="004C6F00" w:rsidRDefault="004C6F00" w:rsidP="00617C6B">
      <w:pPr>
        <w:pStyle w:val="Heading1"/>
      </w:pPr>
      <w:r>
        <w:t>Chapter 8</w:t>
      </w:r>
    </w:p>
    <w:p w14:paraId="72B7CDFB" w14:textId="69D36905" w:rsidR="004C6F00" w:rsidRPr="00617C6B" w:rsidRDefault="004C6F00" w:rsidP="007675AB">
      <w:pPr>
        <w:pStyle w:val="Paragraph"/>
        <w:rPr>
          <w:b/>
        </w:rPr>
      </w:pPr>
      <w:r w:rsidRPr="00617C6B">
        <w:t xml:space="preserve">The examples for this chapter </w:t>
      </w:r>
      <w:r>
        <w:t>will not work on your PC,</w:t>
      </w:r>
      <w:r w:rsidRPr="00617C6B">
        <w:t xml:space="preserve"> because they can only work with a valid connection to a personal Power BI account. You </w:t>
      </w:r>
      <w:r>
        <w:t xml:space="preserve">must create the reports </w:t>
      </w:r>
      <w:r w:rsidR="00CE593E">
        <w:t xml:space="preserve">by </w:t>
      </w:r>
      <w:r>
        <w:t xml:space="preserve">using the Analyze </w:t>
      </w:r>
      <w:proofErr w:type="gramStart"/>
      <w:r>
        <w:t>In</w:t>
      </w:r>
      <w:proofErr w:type="gramEnd"/>
      <w:r>
        <w:t xml:space="preserve"> Excel and the Power BI Tiles features, as described in the book.</w:t>
      </w:r>
    </w:p>
    <w:p w14:paraId="106619C3" w14:textId="77777777" w:rsidR="004C6F00" w:rsidRPr="00617C6B" w:rsidRDefault="004C6F00" w:rsidP="00CE593E">
      <w:pPr>
        <w:pStyle w:val="List-Bulleted"/>
        <w:rPr>
          <w:b/>
        </w:rPr>
      </w:pPr>
      <w:r w:rsidRPr="00617C6B">
        <w:rPr>
          <w:b/>
        </w:rPr>
        <w:t>Empty PivotTable - Google Analytics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 w:rsidRPr="00617C6B">
        <w:t>This</w:t>
      </w:r>
      <w:proofErr w:type="gramEnd"/>
      <w:r w:rsidRPr="00617C6B">
        <w:t xml:space="preserve"> is the</w:t>
      </w:r>
      <w:r>
        <w:t xml:space="preserve"> result expected for Figure 8-9.</w:t>
      </w:r>
    </w:p>
    <w:p w14:paraId="37F6FFD1" w14:textId="77777777" w:rsidR="004C6F00" w:rsidRPr="00617C6B" w:rsidRDefault="004C6F00" w:rsidP="00CE593E">
      <w:pPr>
        <w:pStyle w:val="List-Bulleted"/>
        <w:rPr>
          <w:b/>
        </w:rPr>
      </w:pPr>
      <w:r w:rsidRPr="00617C6B">
        <w:rPr>
          <w:b/>
        </w:rPr>
        <w:t>Empty PivotTable - Sales 2015 - Analytics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 w:rsidRPr="00617C6B">
        <w:t>This</w:t>
      </w:r>
      <w:proofErr w:type="gramEnd"/>
      <w:r w:rsidRPr="00617C6B">
        <w:t xml:space="preserve"> is the</w:t>
      </w:r>
      <w:r>
        <w:t xml:space="preserve"> result expected for Figure 8-10.</w:t>
      </w:r>
    </w:p>
    <w:p w14:paraId="19C0D4B0" w14:textId="77777777" w:rsidR="004C6F00" w:rsidRPr="00CE593E" w:rsidRDefault="004C6F00" w:rsidP="00CE593E">
      <w:pPr>
        <w:pStyle w:val="List-Bulleted"/>
        <w:rPr>
          <w:b/>
        </w:rPr>
      </w:pPr>
      <w:r w:rsidRPr="00617C6B">
        <w:rPr>
          <w:b/>
        </w:rPr>
        <w:t>Color Formatted PivotTable – Budget</w:t>
      </w:r>
      <w:r>
        <w:rPr>
          <w:b/>
        </w:rPr>
        <w:t>.xlsx</w:t>
      </w:r>
      <w:r>
        <w:rPr>
          <w:rStyle w:val="CommentReference"/>
        </w:rPr>
        <w:t> </w:t>
      </w:r>
      <w:proofErr w:type="gramStart"/>
      <w:r w:rsidRPr="00617C6B">
        <w:t>This</w:t>
      </w:r>
      <w:proofErr w:type="gramEnd"/>
      <w:r w:rsidRPr="00617C6B">
        <w:t xml:space="preserve"> is the result expected for Figure 8-11</w:t>
      </w:r>
      <w:r>
        <w:t>.</w:t>
      </w:r>
    </w:p>
    <w:sectPr w:rsidR="004C6F00" w:rsidRPr="00CE593E" w:rsidSect="00FC30F3">
      <w:footerReference w:type="default" r:id="rId9"/>
      <w:headerReference w:type="first" r:id="rId10"/>
      <w:footerReference w:type="first" r:id="rId11"/>
      <w:pgSz w:w="12240" w:h="15840"/>
      <w:pgMar w:top="1440" w:right="1613" w:bottom="1440" w:left="1613" w:header="0" w:footer="720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D44621" w15:done="0"/>
  <w15:commentEx w15:paraId="18932573" w15:paraIdParent="06D44621" w15:done="0"/>
  <w15:commentEx w15:paraId="60106EDD" w15:done="0"/>
  <w15:commentEx w15:paraId="7179F610" w15:paraIdParent="60106EDD" w15:done="0"/>
  <w15:commentEx w15:paraId="6EE1C596" w15:done="0"/>
  <w15:commentEx w15:paraId="6665FC68" w15:paraIdParent="6EE1C596" w15:done="0"/>
  <w15:commentEx w15:paraId="719117CA" w15:done="0"/>
  <w15:commentEx w15:paraId="664AA3CE" w15:paraIdParent="719117CA" w15:done="0"/>
  <w15:commentEx w15:paraId="587B06C0" w15:done="0"/>
  <w15:commentEx w15:paraId="02BEE9B1" w15:paraIdParent="587B06C0" w15:done="0"/>
  <w15:commentEx w15:paraId="7117DB07" w15:done="0"/>
  <w15:commentEx w15:paraId="3B3A906F" w15:paraIdParent="7117DB07" w15:done="0"/>
  <w15:commentEx w15:paraId="50C3CAAA" w15:done="0"/>
  <w15:commentEx w15:paraId="0242BB85" w15:paraIdParent="50C3CAAA" w15:done="0"/>
  <w15:commentEx w15:paraId="55209609" w15:done="0"/>
  <w15:commentEx w15:paraId="5E28C45E" w15:paraIdParent="55209609" w15:done="0"/>
  <w15:commentEx w15:paraId="5D02269C" w15:done="0"/>
  <w15:commentEx w15:paraId="36900E0E" w15:paraIdParent="5D02269C" w15:done="0"/>
  <w15:commentEx w15:paraId="4F7811B1" w15:done="0"/>
  <w15:commentEx w15:paraId="4C4B8EA3" w15:paraIdParent="4F7811B1" w15:done="0"/>
  <w15:commentEx w15:paraId="09ABED2B" w15:done="0"/>
  <w15:commentEx w15:paraId="23B637F4" w15:paraIdParent="09ABED2B" w15:done="0"/>
  <w15:commentEx w15:paraId="208D615C" w15:done="0"/>
  <w15:commentEx w15:paraId="6ADCD877" w15:paraIdParent="208D61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93387" w14:textId="77777777" w:rsidR="00630AAB" w:rsidRDefault="00630AAB" w:rsidP="00B823AB">
      <w:pPr>
        <w:spacing w:after="0"/>
      </w:pPr>
      <w:r>
        <w:separator/>
      </w:r>
    </w:p>
  </w:endnote>
  <w:endnote w:type="continuationSeparator" w:id="0">
    <w:p w14:paraId="168E612D" w14:textId="77777777" w:rsidR="00630AAB" w:rsidRDefault="00630AAB" w:rsidP="00B823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light">
    <w:altName w:val="Arial"/>
    <w:charset w:val="00"/>
    <w:family w:val="swiss"/>
    <w:pitch w:val="variable"/>
    <w:sig w:usb0="00000000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Segoe Light">
    <w:panose1 w:val="020B0302040504020203"/>
    <w:charset w:val="00"/>
    <w:family w:val="swiss"/>
    <w:pitch w:val="variable"/>
    <w:sig w:usb0="A00002AF" w:usb1="4000205B" w:usb2="00000000" w:usb3="00000000" w:csb0="0000009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295FD" w14:textId="77777777" w:rsidR="00FC30F3" w:rsidRDefault="00FC30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5F138" w14:textId="77777777" w:rsidR="004D7E90" w:rsidRDefault="004D7E90" w:rsidP="00070E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9DA3B" w14:textId="77777777" w:rsidR="00630AAB" w:rsidRDefault="00630AAB" w:rsidP="00B823AB">
      <w:pPr>
        <w:spacing w:after="0"/>
      </w:pPr>
      <w:r>
        <w:separator/>
      </w:r>
    </w:p>
  </w:footnote>
  <w:footnote w:type="continuationSeparator" w:id="0">
    <w:p w14:paraId="2AD062AB" w14:textId="77777777" w:rsidR="00630AAB" w:rsidRDefault="00630AAB" w:rsidP="00B823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79C29" w14:textId="77777777" w:rsidR="006773E3" w:rsidRDefault="001A2C85" w:rsidP="00C9181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060644" wp14:editId="082B3819">
              <wp:simplePos x="0" y="0"/>
              <wp:positionH relativeFrom="page">
                <wp:align>left</wp:align>
              </wp:positionH>
              <wp:positionV relativeFrom="paragraph">
                <wp:posOffset>6350</wp:posOffset>
              </wp:positionV>
              <wp:extent cx="6514465" cy="742950"/>
              <wp:effectExtent l="0" t="0" r="63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4465" cy="742950"/>
                      </a:xfrm>
                      <a:prstGeom prst="rect">
                        <a:avLst/>
                      </a:prstGeom>
                      <a:solidFill>
                        <a:srgbClr val="0078D7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F90D2C" w14:textId="77777777" w:rsidR="006773E3" w:rsidRPr="002D5E15" w:rsidRDefault="00B65CE9" w:rsidP="00B65CE9">
                          <w:pPr>
                            <w:jc w:val="right"/>
                            <w:rPr>
                              <w:caps/>
                              <w:color w:val="FFFFFF" w:themeColor="background1"/>
                              <w:spacing w:val="30"/>
                              <w:position w:val="6"/>
                            </w:rPr>
                          </w:pPr>
                          <w:r>
                            <w:br/>
                          </w:r>
                          <w:r>
                            <w:br/>
                          </w:r>
                          <w:r>
                            <w:br/>
                          </w:r>
                        </w:p>
                        <w:p w14:paraId="667B38E8" w14:textId="77777777" w:rsidR="00105CDE" w:rsidRDefault="00105CDE" w:rsidP="00B65CE9">
                          <w:pPr>
                            <w:jc w:val="right"/>
                            <w:rPr>
                              <w:caps/>
                              <w:color w:val="FFFFFF" w:themeColor="background1"/>
                              <w:spacing w:val="30"/>
                            </w:rPr>
                          </w:pPr>
                        </w:p>
                        <w:p w14:paraId="20431A03" w14:textId="77777777" w:rsidR="00105CDE" w:rsidRPr="00B65CE9" w:rsidRDefault="00105CDE" w:rsidP="00B65CE9">
                          <w:pPr>
                            <w:jc w:val="right"/>
                            <w:rPr>
                              <w:caps/>
                              <w:color w:val="FFFFFF" w:themeColor="background1"/>
                              <w:spacing w:val="3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E0606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5pt;width:512.9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" fillcolor="#0078d7" stroked="f" strokeweight=".5pt">
              <v:textbox>
                <w:txbxContent>
                  <w:p w14:paraId="4DF90D2C" w14:textId="77777777" w:rsidR="006773E3" w:rsidRPr="002D5E15" w:rsidRDefault="00B65CE9" w:rsidP="00B65CE9">
                    <w:pPr>
                      <w:jc w:val="right"/>
                      <w:rPr>
                        <w:caps/>
                        <w:color w:val="FFFFFF" w:themeColor="background1"/>
                        <w:spacing w:val="30"/>
                        <w:position w:val="6"/>
                      </w:rPr>
                    </w:pPr>
                    <w:r>
                      <w:br/>
                    </w:r>
                    <w:r>
                      <w:br/>
                    </w:r>
                    <w:r>
                      <w:br/>
                    </w:r>
                  </w:p>
                  <w:p w14:paraId="667B38E8" w14:textId="77777777" w:rsidR="00105CDE" w:rsidRDefault="00105CDE" w:rsidP="00B65CE9">
                    <w:pPr>
                      <w:jc w:val="right"/>
                      <w:rPr>
                        <w:caps/>
                        <w:color w:val="FFFFFF" w:themeColor="background1"/>
                        <w:spacing w:val="30"/>
                      </w:rPr>
                    </w:pPr>
                  </w:p>
                  <w:p w14:paraId="20431A03" w14:textId="77777777" w:rsidR="00105CDE" w:rsidRPr="00B65CE9" w:rsidRDefault="00105CDE" w:rsidP="00B65CE9">
                    <w:pPr>
                      <w:jc w:val="right"/>
                      <w:rPr>
                        <w:caps/>
                        <w:color w:val="FFFFFF" w:themeColor="background1"/>
                        <w:spacing w:val="3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6773E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13BEF1" wp14:editId="799115AA">
              <wp:simplePos x="0" y="0"/>
              <wp:positionH relativeFrom="column">
                <wp:posOffset>5494020</wp:posOffset>
              </wp:positionH>
              <wp:positionV relativeFrom="paragraph">
                <wp:posOffset>0</wp:posOffset>
              </wp:positionV>
              <wp:extent cx="956945" cy="756920"/>
              <wp:effectExtent l="0" t="0" r="0" b="508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756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FDCFD8" w14:textId="315F9118" w:rsidR="006773E3" w:rsidRDefault="006773E3" w:rsidP="00105CDE">
                          <w:pPr>
                            <w:pStyle w:val="ChNumber"/>
                          </w:pPr>
                        </w:p>
                        <w:p w14:paraId="431B5355" w14:textId="77777777" w:rsidR="006773E3" w:rsidRPr="001E7992" w:rsidRDefault="006773E3" w:rsidP="006773E3">
                          <w:pPr>
                            <w:rPr>
                              <w:rFonts w:ascii="Segoe UI Light" w:hAnsi="Segoe UI Light" w:cs="Segoe UI Light"/>
                              <w:color w:val="0078D7"/>
                              <w:sz w:val="96"/>
                              <w:szCs w:val="9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2.6pt;margin-top:0;width:75.35pt;height:5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" fillcolor="white [3201]" stroked="f" strokeweight=".5pt">
              <v:textbox>
                <w:txbxContent>
                  <w:p w14:paraId="2BFDCFD8" w14:textId="315F9118" w:rsidR="006773E3" w:rsidRDefault="006773E3" w:rsidP="00105CDE">
                    <w:pPr>
                      <w:pStyle w:val="ChNumber"/>
                    </w:pPr>
                  </w:p>
                  <w:p w14:paraId="431B5355" w14:textId="77777777" w:rsidR="006773E3" w:rsidRPr="001E7992" w:rsidRDefault="006773E3" w:rsidP="006773E3">
                    <w:pPr>
                      <w:rPr>
                        <w:rFonts w:ascii="Segoe UI Light" w:hAnsi="Segoe UI Light" w:cs="Segoe UI Light"/>
                        <w:color w:val="0078D7"/>
                        <w:sz w:val="96"/>
                        <w:szCs w:val="9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EEEB6B9" w14:textId="77777777" w:rsidR="006773E3" w:rsidRDefault="006773E3" w:rsidP="00C9181D"/>
  <w:p w14:paraId="16E4AB48" w14:textId="77777777" w:rsidR="006773E3" w:rsidRDefault="006773E3" w:rsidP="00C918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13A0"/>
    <w:multiLevelType w:val="hybridMultilevel"/>
    <w:tmpl w:val="0DCA4BD8"/>
    <w:lvl w:ilvl="0" w:tplc="C4E039F6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FC1D1F"/>
    <w:multiLevelType w:val="multilevel"/>
    <w:tmpl w:val="DD024892"/>
    <w:lvl w:ilvl="0">
      <w:start w:val="1"/>
      <w:numFmt w:val="decimal"/>
      <w:pStyle w:val="List-Numbered"/>
      <w:lvlText w:val="%1."/>
      <w:lvlJc w:val="left"/>
      <w:pPr>
        <w:tabs>
          <w:tab w:val="num" w:pos="360"/>
        </w:tabs>
        <w:ind w:left="360" w:hanging="360"/>
      </w:pPr>
      <w:rPr>
        <w:rFonts w:ascii="Segoe UI Semibold" w:hAnsi="Segoe UI Semibold" w:hint="default"/>
        <w:color w:val="0078D7"/>
        <w:sz w:val="20"/>
      </w:rPr>
    </w:lvl>
    <w:lvl w:ilvl="1">
      <w:start w:val="1"/>
      <w:numFmt w:val="lowerLetter"/>
      <w:pStyle w:val="List-Numbered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F0A78B9"/>
    <w:multiLevelType w:val="hybridMultilevel"/>
    <w:tmpl w:val="5C6C1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040E6B"/>
    <w:multiLevelType w:val="hybridMultilevel"/>
    <w:tmpl w:val="C7102624"/>
    <w:lvl w:ilvl="0" w:tplc="8E5263DA">
      <w:start w:val="1"/>
      <w:numFmt w:val="bullet"/>
      <w:pStyle w:val="List-Bulleted"/>
      <w:lvlText w:val=""/>
      <w:lvlJc w:val="left"/>
      <w:pPr>
        <w:ind w:left="720" w:hanging="360"/>
      </w:pPr>
      <w:rPr>
        <w:rFonts w:ascii="Symbol" w:hAnsi="Symbol" w:hint="default"/>
        <w:color w:val="0078D7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berto Ferrari">
    <w15:presenceInfo w15:providerId="Windows Live" w15:userId="42d20348f36560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00"/>
    <w:rsid w:val="0000298A"/>
    <w:rsid w:val="00004E2E"/>
    <w:rsid w:val="00015F9B"/>
    <w:rsid w:val="000208E5"/>
    <w:rsid w:val="000242CB"/>
    <w:rsid w:val="00027E27"/>
    <w:rsid w:val="00031A59"/>
    <w:rsid w:val="00053110"/>
    <w:rsid w:val="00057E89"/>
    <w:rsid w:val="000607F9"/>
    <w:rsid w:val="00070E07"/>
    <w:rsid w:val="00071D83"/>
    <w:rsid w:val="00072175"/>
    <w:rsid w:val="00081390"/>
    <w:rsid w:val="00082302"/>
    <w:rsid w:val="00086605"/>
    <w:rsid w:val="00091CCB"/>
    <w:rsid w:val="000C2164"/>
    <w:rsid w:val="000C658D"/>
    <w:rsid w:val="000C6F03"/>
    <w:rsid w:val="000D1F69"/>
    <w:rsid w:val="000D3735"/>
    <w:rsid w:val="000E4C03"/>
    <w:rsid w:val="000F7278"/>
    <w:rsid w:val="00105CDE"/>
    <w:rsid w:val="00106E1E"/>
    <w:rsid w:val="0012417F"/>
    <w:rsid w:val="00124226"/>
    <w:rsid w:val="001277F2"/>
    <w:rsid w:val="00132230"/>
    <w:rsid w:val="00143B4A"/>
    <w:rsid w:val="00143C9C"/>
    <w:rsid w:val="00154C42"/>
    <w:rsid w:val="0017164F"/>
    <w:rsid w:val="001817D4"/>
    <w:rsid w:val="001820EA"/>
    <w:rsid w:val="0018460D"/>
    <w:rsid w:val="00184893"/>
    <w:rsid w:val="00184B22"/>
    <w:rsid w:val="00191A73"/>
    <w:rsid w:val="001928D1"/>
    <w:rsid w:val="00193352"/>
    <w:rsid w:val="001961B5"/>
    <w:rsid w:val="0019743D"/>
    <w:rsid w:val="001A2C85"/>
    <w:rsid w:val="001B4634"/>
    <w:rsid w:val="001C0387"/>
    <w:rsid w:val="001C4C36"/>
    <w:rsid w:val="001D6DB2"/>
    <w:rsid w:val="001E3D56"/>
    <w:rsid w:val="001E7185"/>
    <w:rsid w:val="001E7992"/>
    <w:rsid w:val="001F272F"/>
    <w:rsid w:val="00200B3C"/>
    <w:rsid w:val="00205509"/>
    <w:rsid w:val="00205852"/>
    <w:rsid w:val="00213DE6"/>
    <w:rsid w:val="002157F8"/>
    <w:rsid w:val="00221D69"/>
    <w:rsid w:val="0023028E"/>
    <w:rsid w:val="00242B1E"/>
    <w:rsid w:val="002453EB"/>
    <w:rsid w:val="0025573F"/>
    <w:rsid w:val="002621C0"/>
    <w:rsid w:val="002672D9"/>
    <w:rsid w:val="0027520A"/>
    <w:rsid w:val="00275513"/>
    <w:rsid w:val="00277A7F"/>
    <w:rsid w:val="002813F2"/>
    <w:rsid w:val="0028147F"/>
    <w:rsid w:val="00292D22"/>
    <w:rsid w:val="002962D8"/>
    <w:rsid w:val="0029723B"/>
    <w:rsid w:val="002A4ABB"/>
    <w:rsid w:val="002B6735"/>
    <w:rsid w:val="002D5E15"/>
    <w:rsid w:val="002E56EF"/>
    <w:rsid w:val="002E6A47"/>
    <w:rsid w:val="0030175D"/>
    <w:rsid w:val="0031074F"/>
    <w:rsid w:val="00310C0E"/>
    <w:rsid w:val="00321933"/>
    <w:rsid w:val="00326F73"/>
    <w:rsid w:val="00330633"/>
    <w:rsid w:val="003308C8"/>
    <w:rsid w:val="00340475"/>
    <w:rsid w:val="003662A6"/>
    <w:rsid w:val="00372EB0"/>
    <w:rsid w:val="00373911"/>
    <w:rsid w:val="00374D43"/>
    <w:rsid w:val="00384E1B"/>
    <w:rsid w:val="003868FA"/>
    <w:rsid w:val="00387F45"/>
    <w:rsid w:val="003923B2"/>
    <w:rsid w:val="003A3349"/>
    <w:rsid w:val="003A6DC3"/>
    <w:rsid w:val="003B28E7"/>
    <w:rsid w:val="003B3222"/>
    <w:rsid w:val="003C3480"/>
    <w:rsid w:val="003C4670"/>
    <w:rsid w:val="003D1992"/>
    <w:rsid w:val="003D218D"/>
    <w:rsid w:val="003E127C"/>
    <w:rsid w:val="004027E2"/>
    <w:rsid w:val="00407C2A"/>
    <w:rsid w:val="00414CCD"/>
    <w:rsid w:val="004162E2"/>
    <w:rsid w:val="004170B8"/>
    <w:rsid w:val="00421054"/>
    <w:rsid w:val="00425ED5"/>
    <w:rsid w:val="00430259"/>
    <w:rsid w:val="00430582"/>
    <w:rsid w:val="00441D64"/>
    <w:rsid w:val="00454C41"/>
    <w:rsid w:val="004859E5"/>
    <w:rsid w:val="00485A19"/>
    <w:rsid w:val="004A15DC"/>
    <w:rsid w:val="004A1A38"/>
    <w:rsid w:val="004A6181"/>
    <w:rsid w:val="004A7E63"/>
    <w:rsid w:val="004C6BB7"/>
    <w:rsid w:val="004C6F00"/>
    <w:rsid w:val="004D7E90"/>
    <w:rsid w:val="004E1C00"/>
    <w:rsid w:val="004E79F3"/>
    <w:rsid w:val="004F0BE1"/>
    <w:rsid w:val="00501AD6"/>
    <w:rsid w:val="00503D8A"/>
    <w:rsid w:val="00506861"/>
    <w:rsid w:val="00514D12"/>
    <w:rsid w:val="005168D7"/>
    <w:rsid w:val="00525312"/>
    <w:rsid w:val="005352C3"/>
    <w:rsid w:val="005412FC"/>
    <w:rsid w:val="0054350D"/>
    <w:rsid w:val="00544CFF"/>
    <w:rsid w:val="005478F9"/>
    <w:rsid w:val="005514E5"/>
    <w:rsid w:val="00553D1F"/>
    <w:rsid w:val="00554D22"/>
    <w:rsid w:val="005619C9"/>
    <w:rsid w:val="00566E72"/>
    <w:rsid w:val="00573A22"/>
    <w:rsid w:val="0057625B"/>
    <w:rsid w:val="00581B7A"/>
    <w:rsid w:val="00592D12"/>
    <w:rsid w:val="00593822"/>
    <w:rsid w:val="00597C6B"/>
    <w:rsid w:val="005A006B"/>
    <w:rsid w:val="005A271F"/>
    <w:rsid w:val="005A29F2"/>
    <w:rsid w:val="005A5580"/>
    <w:rsid w:val="005D6290"/>
    <w:rsid w:val="005E2EE2"/>
    <w:rsid w:val="006012C4"/>
    <w:rsid w:val="006168AF"/>
    <w:rsid w:val="006225D7"/>
    <w:rsid w:val="00625792"/>
    <w:rsid w:val="00630AAB"/>
    <w:rsid w:val="00645DF8"/>
    <w:rsid w:val="00660E6E"/>
    <w:rsid w:val="006662BC"/>
    <w:rsid w:val="0067558A"/>
    <w:rsid w:val="006773E3"/>
    <w:rsid w:val="00684ABE"/>
    <w:rsid w:val="00693293"/>
    <w:rsid w:val="00696610"/>
    <w:rsid w:val="006C4553"/>
    <w:rsid w:val="006D56C4"/>
    <w:rsid w:val="006F4E6B"/>
    <w:rsid w:val="00705D32"/>
    <w:rsid w:val="007252D6"/>
    <w:rsid w:val="007343B2"/>
    <w:rsid w:val="007509A3"/>
    <w:rsid w:val="007534D5"/>
    <w:rsid w:val="007675AB"/>
    <w:rsid w:val="00773369"/>
    <w:rsid w:val="00786244"/>
    <w:rsid w:val="007A635C"/>
    <w:rsid w:val="007B50A6"/>
    <w:rsid w:val="007B704E"/>
    <w:rsid w:val="007C003D"/>
    <w:rsid w:val="007C6005"/>
    <w:rsid w:val="007E1804"/>
    <w:rsid w:val="007F0177"/>
    <w:rsid w:val="00814DD2"/>
    <w:rsid w:val="00827EC7"/>
    <w:rsid w:val="008348D7"/>
    <w:rsid w:val="008353FF"/>
    <w:rsid w:val="008366CF"/>
    <w:rsid w:val="00860172"/>
    <w:rsid w:val="00875A6C"/>
    <w:rsid w:val="008768BF"/>
    <w:rsid w:val="00882032"/>
    <w:rsid w:val="00883FCE"/>
    <w:rsid w:val="00885D3D"/>
    <w:rsid w:val="00886F02"/>
    <w:rsid w:val="00897910"/>
    <w:rsid w:val="008A047A"/>
    <w:rsid w:val="008B3670"/>
    <w:rsid w:val="008D5EC0"/>
    <w:rsid w:val="008D78BB"/>
    <w:rsid w:val="008E16C8"/>
    <w:rsid w:val="008E4FF5"/>
    <w:rsid w:val="008F5924"/>
    <w:rsid w:val="008F5DC9"/>
    <w:rsid w:val="0090564B"/>
    <w:rsid w:val="009177B6"/>
    <w:rsid w:val="009205C2"/>
    <w:rsid w:val="00950ABC"/>
    <w:rsid w:val="00951357"/>
    <w:rsid w:val="009710A9"/>
    <w:rsid w:val="00991C79"/>
    <w:rsid w:val="00993652"/>
    <w:rsid w:val="009A41BB"/>
    <w:rsid w:val="009A6E35"/>
    <w:rsid w:val="009B103D"/>
    <w:rsid w:val="009C4C99"/>
    <w:rsid w:val="009C60FA"/>
    <w:rsid w:val="009E1543"/>
    <w:rsid w:val="009E3953"/>
    <w:rsid w:val="009E6A6D"/>
    <w:rsid w:val="009F0359"/>
    <w:rsid w:val="00A01F44"/>
    <w:rsid w:val="00A04DAB"/>
    <w:rsid w:val="00A129DE"/>
    <w:rsid w:val="00A23125"/>
    <w:rsid w:val="00A23F7A"/>
    <w:rsid w:val="00A3152E"/>
    <w:rsid w:val="00A3695B"/>
    <w:rsid w:val="00A45B79"/>
    <w:rsid w:val="00A46EFE"/>
    <w:rsid w:val="00A51979"/>
    <w:rsid w:val="00A8397A"/>
    <w:rsid w:val="00A85D81"/>
    <w:rsid w:val="00AB3654"/>
    <w:rsid w:val="00AB4B39"/>
    <w:rsid w:val="00AB795E"/>
    <w:rsid w:val="00AC28EA"/>
    <w:rsid w:val="00AD1857"/>
    <w:rsid w:val="00AD4D89"/>
    <w:rsid w:val="00AD62B8"/>
    <w:rsid w:val="00B149A7"/>
    <w:rsid w:val="00B177AA"/>
    <w:rsid w:val="00B178D8"/>
    <w:rsid w:val="00B23D6E"/>
    <w:rsid w:val="00B27CD3"/>
    <w:rsid w:val="00B30662"/>
    <w:rsid w:val="00B46C15"/>
    <w:rsid w:val="00B52B71"/>
    <w:rsid w:val="00B63D57"/>
    <w:rsid w:val="00B65CE9"/>
    <w:rsid w:val="00B80EDA"/>
    <w:rsid w:val="00B823AB"/>
    <w:rsid w:val="00B84792"/>
    <w:rsid w:val="00BA16BC"/>
    <w:rsid w:val="00BB1D05"/>
    <w:rsid w:val="00BC052D"/>
    <w:rsid w:val="00BC1BDC"/>
    <w:rsid w:val="00BC24FD"/>
    <w:rsid w:val="00BC2C38"/>
    <w:rsid w:val="00BC494E"/>
    <w:rsid w:val="00BC68FC"/>
    <w:rsid w:val="00BC6B73"/>
    <w:rsid w:val="00BD784F"/>
    <w:rsid w:val="00BE73D7"/>
    <w:rsid w:val="00BF26F7"/>
    <w:rsid w:val="00BF7953"/>
    <w:rsid w:val="00C07906"/>
    <w:rsid w:val="00C21112"/>
    <w:rsid w:val="00C247C0"/>
    <w:rsid w:val="00C36D0F"/>
    <w:rsid w:val="00C52137"/>
    <w:rsid w:val="00C65169"/>
    <w:rsid w:val="00C712EB"/>
    <w:rsid w:val="00C742D4"/>
    <w:rsid w:val="00C86E70"/>
    <w:rsid w:val="00C9181D"/>
    <w:rsid w:val="00C956AF"/>
    <w:rsid w:val="00CB094F"/>
    <w:rsid w:val="00CB444C"/>
    <w:rsid w:val="00CC19C4"/>
    <w:rsid w:val="00CC3A60"/>
    <w:rsid w:val="00CD0EBB"/>
    <w:rsid w:val="00CD1EA3"/>
    <w:rsid w:val="00CE593E"/>
    <w:rsid w:val="00D0111E"/>
    <w:rsid w:val="00D0150B"/>
    <w:rsid w:val="00D2365D"/>
    <w:rsid w:val="00D328CD"/>
    <w:rsid w:val="00D34FE8"/>
    <w:rsid w:val="00D363DD"/>
    <w:rsid w:val="00D37F3F"/>
    <w:rsid w:val="00D6611B"/>
    <w:rsid w:val="00D67BBC"/>
    <w:rsid w:val="00DB1A7A"/>
    <w:rsid w:val="00DB3427"/>
    <w:rsid w:val="00DE0982"/>
    <w:rsid w:val="00DE5352"/>
    <w:rsid w:val="00E10D7E"/>
    <w:rsid w:val="00E12F2B"/>
    <w:rsid w:val="00E14AD5"/>
    <w:rsid w:val="00E15A3D"/>
    <w:rsid w:val="00E219FE"/>
    <w:rsid w:val="00E22D4F"/>
    <w:rsid w:val="00E401EB"/>
    <w:rsid w:val="00E443FA"/>
    <w:rsid w:val="00E536CE"/>
    <w:rsid w:val="00E57C54"/>
    <w:rsid w:val="00E60733"/>
    <w:rsid w:val="00E64A90"/>
    <w:rsid w:val="00E71AAA"/>
    <w:rsid w:val="00E81E88"/>
    <w:rsid w:val="00E95942"/>
    <w:rsid w:val="00EC5B3E"/>
    <w:rsid w:val="00ED3754"/>
    <w:rsid w:val="00EF4CD6"/>
    <w:rsid w:val="00F07294"/>
    <w:rsid w:val="00F10E0E"/>
    <w:rsid w:val="00F17780"/>
    <w:rsid w:val="00F34E39"/>
    <w:rsid w:val="00F4362A"/>
    <w:rsid w:val="00F46E3D"/>
    <w:rsid w:val="00F47EAE"/>
    <w:rsid w:val="00F569D5"/>
    <w:rsid w:val="00F625D0"/>
    <w:rsid w:val="00F67B5A"/>
    <w:rsid w:val="00F81548"/>
    <w:rsid w:val="00F84E48"/>
    <w:rsid w:val="00F97FEE"/>
    <w:rsid w:val="00FB4E7D"/>
    <w:rsid w:val="00FC30F3"/>
    <w:rsid w:val="00FC4D12"/>
    <w:rsid w:val="00FE3342"/>
    <w:rsid w:val="00FE500B"/>
    <w:rsid w:val="00FF0EDC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763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4"/>
    <w:lsdException w:name="toc 2" w:semiHidden="0" w:uiPriority="5" w:unhideWhenUsed="0"/>
    <w:lsdException w:name="toc 3" w:semiHidden="0" w:uiPriority="6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E15A3D"/>
    <w:pPr>
      <w:spacing w:after="180" w:line="240" w:lineRule="auto"/>
    </w:pPr>
    <w:rPr>
      <w:rFonts w:ascii="Segoe UI" w:hAnsi="Segoe UI"/>
      <w:color w:val="41414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1A73"/>
    <w:pPr>
      <w:keepNext/>
      <w:keepLines/>
      <w:spacing w:before="240" w:line="480" w:lineRule="exact"/>
      <w:outlineLvl w:val="0"/>
    </w:pPr>
    <w:rPr>
      <w:rFonts w:ascii="Segoe UI Semilight" w:eastAsiaTheme="majorEastAsia" w:hAnsi="Segoe UI Semilight" w:cstheme="majorBidi"/>
      <w:color w:val="0078D7"/>
      <w:sz w:val="40"/>
      <w:szCs w:val="32"/>
    </w:rPr>
  </w:style>
  <w:style w:type="paragraph" w:styleId="Heading2">
    <w:name w:val="heading 2"/>
    <w:next w:val="Normal"/>
    <w:link w:val="Heading2Char"/>
    <w:uiPriority w:val="12"/>
    <w:qFormat/>
    <w:rsid w:val="00191A73"/>
    <w:pPr>
      <w:keepNext/>
      <w:spacing w:before="240" w:after="120" w:line="360" w:lineRule="exact"/>
      <w:outlineLvl w:val="1"/>
    </w:pPr>
    <w:rPr>
      <w:rFonts w:ascii="Segoe UI Semibold" w:eastAsiaTheme="majorEastAsia" w:hAnsi="Segoe UI Semibold" w:cstheme="majorBidi"/>
      <w:bCs/>
      <w:iCs/>
      <w:color w:val="0078D7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3"/>
    <w:qFormat/>
    <w:rsid w:val="00191A73"/>
    <w:pPr>
      <w:keepNext/>
      <w:keepLines/>
      <w:spacing w:before="40" w:after="120" w:line="300" w:lineRule="exact"/>
      <w:outlineLvl w:val="2"/>
    </w:pPr>
    <w:rPr>
      <w:rFonts w:ascii="Segoe UI Semibold" w:eastAsiaTheme="majorEastAsia" w:hAnsi="Segoe UI Semibold" w:cstheme="majorBidi"/>
      <w:color w:val="0078D7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974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2"/>
    <w:rsid w:val="00191A73"/>
    <w:rPr>
      <w:rFonts w:ascii="Segoe UI Semibold" w:eastAsiaTheme="majorEastAsia" w:hAnsi="Segoe UI Semibold" w:cstheme="majorBidi"/>
      <w:bCs/>
      <w:iCs/>
      <w:color w:val="0078D7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191A73"/>
    <w:rPr>
      <w:rFonts w:ascii="Segoe UI Semilight" w:eastAsiaTheme="majorEastAsia" w:hAnsi="Segoe UI Semilight" w:cstheme="majorBidi"/>
      <w:color w:val="0078D7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13"/>
    <w:rsid w:val="00191A73"/>
    <w:rPr>
      <w:rFonts w:ascii="Segoe UI Semibold" w:eastAsiaTheme="majorEastAsia" w:hAnsi="Segoe UI Semibold" w:cstheme="majorBidi"/>
      <w:color w:val="0078D7"/>
      <w:szCs w:val="24"/>
    </w:rPr>
  </w:style>
  <w:style w:type="character" w:styleId="Emphasis">
    <w:name w:val="Emphasis"/>
    <w:basedOn w:val="DefaultParagraphFont"/>
    <w:uiPriority w:val="20"/>
    <w:semiHidden/>
    <w:qFormat/>
    <w:rsid w:val="00E219FE"/>
    <w:rPr>
      <w:i/>
      <w:iCs/>
    </w:rPr>
  </w:style>
  <w:style w:type="character" w:styleId="Strong">
    <w:name w:val="Strong"/>
    <w:basedOn w:val="DefaultParagraphFont"/>
    <w:uiPriority w:val="22"/>
    <w:semiHidden/>
    <w:qFormat/>
    <w:rsid w:val="00E219FE"/>
    <w:rPr>
      <w:b/>
      <w:bCs/>
    </w:rPr>
  </w:style>
  <w:style w:type="table" w:styleId="TableGrid">
    <w:name w:val="Table Grid"/>
    <w:basedOn w:val="TableNormal"/>
    <w:uiPriority w:val="39"/>
    <w:rsid w:val="00A23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uiPriority w:val="36"/>
    <w:qFormat/>
    <w:rsid w:val="00004E2E"/>
    <w:pPr>
      <w:pBdr>
        <w:top w:val="single" w:sz="2" w:space="1" w:color="5A1D5C"/>
        <w:left w:val="single" w:sz="2" w:space="4" w:color="5A1D5C"/>
        <w:bottom w:val="single" w:sz="2" w:space="1" w:color="5A1D5C"/>
        <w:right w:val="single" w:sz="2" w:space="4" w:color="5A1D5C"/>
      </w:pBdr>
      <w:shd w:val="solid" w:color="auto" w:fill="5A1D5C"/>
      <w:spacing w:after="0" w:line="240" w:lineRule="auto"/>
    </w:pPr>
    <w:rPr>
      <w:rFonts w:ascii="Segoe UI Semibold" w:hAnsi="Segoe UI Semibold"/>
      <w:color w:val="FFFFFF" w:themeColor="background1"/>
      <w:sz w:val="20"/>
    </w:rPr>
  </w:style>
  <w:style w:type="paragraph" w:customStyle="1" w:styleId="TableText">
    <w:name w:val="Table Text"/>
    <w:basedOn w:val="TableHead"/>
    <w:uiPriority w:val="37"/>
    <w:qFormat/>
    <w:rsid w:val="00387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rFonts w:ascii="Segoe UI" w:hAnsi="Segoe UI"/>
      <w:color w:val="454545"/>
    </w:rPr>
  </w:style>
  <w:style w:type="paragraph" w:customStyle="1" w:styleId="CodeBlock">
    <w:name w:val="Code Block"/>
    <w:basedOn w:val="Normal"/>
    <w:uiPriority w:val="28"/>
    <w:qFormat/>
    <w:rsid w:val="00004E2E"/>
    <w:pPr>
      <w:spacing w:line="160" w:lineRule="exact"/>
    </w:pPr>
    <w:rPr>
      <w:rFonts w:ascii="Lucida Sans Typewriter" w:hAnsi="Lucida Sans Typewriter"/>
      <w:color w:val="auto"/>
      <w:sz w:val="15"/>
    </w:rPr>
  </w:style>
  <w:style w:type="paragraph" w:customStyle="1" w:styleId="CodeBlockScreened">
    <w:name w:val="Code Block Screened"/>
    <w:basedOn w:val="Normal"/>
    <w:uiPriority w:val="30"/>
    <w:qFormat/>
    <w:rsid w:val="00004E2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after="240" w:line="200" w:lineRule="exact"/>
      <w:ind w:left="216"/>
    </w:pPr>
    <w:rPr>
      <w:rFonts w:ascii="Lucida Sans Typewriter" w:hAnsi="Lucida Sans Typewriter"/>
      <w:color w:val="auto"/>
      <w:sz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164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4">
    <w:name w:val="H4"/>
    <w:basedOn w:val="DefaultParagraphFont"/>
    <w:uiPriority w:val="14"/>
    <w:qFormat/>
    <w:rsid w:val="0019743D"/>
    <w:rPr>
      <w:rFonts w:ascii="Segoe UI Semibold" w:hAnsi="Segoe UI Semibold"/>
      <w:b/>
      <w:color w:val="414141"/>
    </w:rPr>
  </w:style>
  <w:style w:type="paragraph" w:customStyle="1" w:styleId="ChIntro">
    <w:name w:val="Ch Intro"/>
    <w:basedOn w:val="Normal"/>
    <w:next w:val="Paragraph"/>
    <w:link w:val="ChIntroChar"/>
    <w:uiPriority w:val="10"/>
    <w:qFormat/>
    <w:rsid w:val="00004E2E"/>
    <w:pPr>
      <w:spacing w:before="240" w:after="480" w:line="400" w:lineRule="exact"/>
    </w:pPr>
    <w:rPr>
      <w:rFonts w:ascii="Segoe UI Semilight" w:hAnsi="Segoe UI Semilight"/>
      <w:color w:val="3076BC"/>
      <w:sz w:val="28"/>
    </w:rPr>
  </w:style>
  <w:style w:type="paragraph" w:customStyle="1" w:styleId="ChTitle">
    <w:name w:val="Ch Title"/>
    <w:next w:val="ChIntro"/>
    <w:link w:val="ChTitleChar"/>
    <w:uiPriority w:val="9"/>
    <w:qFormat/>
    <w:rsid w:val="00BC68FC"/>
    <w:pPr>
      <w:spacing w:before="1080" w:after="720" w:line="1440" w:lineRule="exact"/>
    </w:pPr>
    <w:rPr>
      <w:rFonts w:ascii="Segoe Light" w:hAnsi="Segoe Light"/>
      <w:color w:val="0078D7"/>
      <w:sz w:val="120"/>
    </w:rPr>
  </w:style>
  <w:style w:type="paragraph" w:styleId="ListParagraph">
    <w:name w:val="List Paragraph"/>
    <w:basedOn w:val="Normal"/>
    <w:uiPriority w:val="34"/>
    <w:qFormat/>
    <w:rsid w:val="002302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823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ABC"/>
    <w:rPr>
      <w:rFonts w:ascii="Segoe UI" w:hAnsi="Segoe UI"/>
      <w:color w:val="414141"/>
      <w:sz w:val="20"/>
    </w:rPr>
  </w:style>
  <w:style w:type="paragraph" w:styleId="Footer">
    <w:name w:val="footer"/>
    <w:basedOn w:val="Normal"/>
    <w:link w:val="FooterChar"/>
    <w:uiPriority w:val="99"/>
    <w:rsid w:val="00B823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50ABC"/>
    <w:rPr>
      <w:rFonts w:ascii="Segoe UI" w:hAnsi="Segoe UI"/>
      <w:color w:val="414141"/>
      <w:sz w:val="20"/>
    </w:rPr>
  </w:style>
  <w:style w:type="paragraph" w:styleId="Subtitle">
    <w:name w:val="Subtitle"/>
    <w:next w:val="Normal"/>
    <w:link w:val="SubtitleChar"/>
    <w:uiPriority w:val="1"/>
    <w:qFormat/>
    <w:rsid w:val="00F34E39"/>
    <w:pPr>
      <w:numPr>
        <w:ilvl w:val="1"/>
      </w:numPr>
      <w:spacing w:after="2160" w:line="720" w:lineRule="exact"/>
      <w:ind w:left="1080"/>
    </w:pPr>
    <w:rPr>
      <w:rFonts w:ascii="Segoe UI Light" w:eastAsiaTheme="minorEastAsia" w:hAnsi="Segoe UI Light"/>
      <w:color w:val="0078D7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"/>
    <w:rsid w:val="00F34E39"/>
    <w:rPr>
      <w:rFonts w:ascii="Segoe UI Light" w:eastAsiaTheme="minorEastAsia" w:hAnsi="Segoe UI Light"/>
      <w:color w:val="0078D7"/>
      <w:spacing w:val="15"/>
      <w:sz w:val="56"/>
    </w:rPr>
  </w:style>
  <w:style w:type="paragraph" w:customStyle="1" w:styleId="TableParagraph">
    <w:name w:val="Table Paragraph"/>
    <w:basedOn w:val="Normal"/>
    <w:uiPriority w:val="1"/>
    <w:semiHidden/>
    <w:qFormat/>
    <w:rsid w:val="00387F45"/>
    <w:pPr>
      <w:widowControl w:val="0"/>
      <w:spacing w:after="0"/>
    </w:pPr>
    <w:rPr>
      <w:rFonts w:asciiTheme="minorHAnsi" w:hAnsiTheme="minorHAnsi"/>
      <w:color w:val="auto"/>
      <w:sz w:val="22"/>
    </w:rPr>
  </w:style>
  <w:style w:type="character" w:customStyle="1" w:styleId="Italic">
    <w:name w:val="Italic"/>
    <w:basedOn w:val="DefaultParagraphFont"/>
    <w:uiPriority w:val="17"/>
    <w:qFormat/>
    <w:rsid w:val="006C4553"/>
    <w:rPr>
      <w:i/>
    </w:rPr>
  </w:style>
  <w:style w:type="character" w:customStyle="1" w:styleId="ChIntroChar">
    <w:name w:val="Ch Intro Char"/>
    <w:basedOn w:val="DefaultParagraphFont"/>
    <w:link w:val="ChIntro"/>
    <w:uiPriority w:val="10"/>
    <w:rsid w:val="00004E2E"/>
    <w:rPr>
      <w:rFonts w:ascii="Segoe UI Semilight" w:hAnsi="Segoe UI Semilight"/>
      <w:color w:val="3076BC"/>
      <w:sz w:val="28"/>
    </w:rPr>
  </w:style>
  <w:style w:type="character" w:customStyle="1" w:styleId="ChTitleChar">
    <w:name w:val="Ch Title Char"/>
    <w:basedOn w:val="ChIntroChar"/>
    <w:link w:val="ChTitle"/>
    <w:uiPriority w:val="9"/>
    <w:rsid w:val="00BC68FC"/>
    <w:rPr>
      <w:rFonts w:ascii="Segoe Light" w:hAnsi="Segoe Light"/>
      <w:color w:val="0078D7"/>
      <w:sz w:val="120"/>
    </w:rPr>
  </w:style>
  <w:style w:type="character" w:customStyle="1" w:styleId="Bold">
    <w:name w:val="Bold"/>
    <w:basedOn w:val="DefaultParagraphFont"/>
    <w:uiPriority w:val="16"/>
    <w:qFormat/>
    <w:rsid w:val="006C4553"/>
    <w:rPr>
      <w:b/>
    </w:rPr>
  </w:style>
  <w:style w:type="character" w:customStyle="1" w:styleId="InlineCode">
    <w:name w:val="Inline Code"/>
    <w:basedOn w:val="DefaultParagraphFont"/>
    <w:uiPriority w:val="19"/>
    <w:qFormat/>
    <w:rsid w:val="00143B4A"/>
    <w:rPr>
      <w:rFonts w:ascii="Lucida Sans Typewriter" w:hAnsi="Lucida Sans Typewriter"/>
      <w:sz w:val="18"/>
    </w:rPr>
  </w:style>
  <w:style w:type="paragraph" w:styleId="NoSpacing">
    <w:name w:val="No Spacing"/>
    <w:link w:val="NoSpacingChar"/>
    <w:uiPriority w:val="1"/>
    <w:semiHidden/>
    <w:qFormat/>
    <w:rsid w:val="00A51979"/>
    <w:pPr>
      <w:spacing w:after="0" w:line="240" w:lineRule="auto"/>
    </w:pPr>
    <w:rPr>
      <w:rFonts w:eastAsiaTheme="minorEastAsia"/>
    </w:rPr>
  </w:style>
  <w:style w:type="paragraph" w:customStyle="1" w:styleId="ChNumber">
    <w:name w:val="Ch Number"/>
    <w:basedOn w:val="Normal"/>
    <w:uiPriority w:val="8"/>
    <w:qFormat/>
    <w:rsid w:val="00105CDE"/>
    <w:pPr>
      <w:spacing w:after="1080"/>
    </w:pPr>
    <w:rPr>
      <w:rFonts w:ascii="Segoe UI Light" w:hAnsi="Segoe UI Light" w:cs="Segoe UI Light"/>
      <w:color w:val="0078D7"/>
      <w:sz w:val="96"/>
      <w:szCs w:val="96"/>
    </w:rPr>
  </w:style>
  <w:style w:type="paragraph" w:customStyle="1" w:styleId="AuthorName">
    <w:name w:val="Author Name"/>
    <w:basedOn w:val="Normal"/>
    <w:uiPriority w:val="2"/>
    <w:qFormat/>
    <w:rsid w:val="00C36D0F"/>
    <w:pPr>
      <w:spacing w:after="2400" w:line="720" w:lineRule="exact"/>
      <w:ind w:left="1080"/>
    </w:pPr>
    <w:rPr>
      <w:rFonts w:ascii="Segoe Light" w:hAnsi="Segoe Light"/>
      <w:color w:val="0078D7"/>
      <w:sz w:val="56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C21112"/>
    <w:rPr>
      <w:rFonts w:eastAsiaTheme="minorEastAsia"/>
    </w:rPr>
  </w:style>
  <w:style w:type="character" w:customStyle="1" w:styleId="BoldItalic">
    <w:name w:val="Bold &amp; Italic"/>
    <w:basedOn w:val="DefaultParagraphFont"/>
    <w:uiPriority w:val="18"/>
    <w:qFormat/>
    <w:rsid w:val="000D1F69"/>
    <w:rPr>
      <w:b/>
      <w:i/>
    </w:rPr>
  </w:style>
  <w:style w:type="paragraph" w:customStyle="1" w:styleId="CodeBlockScreenedHeading">
    <w:name w:val="Code Block Screened Heading"/>
    <w:basedOn w:val="Normal"/>
    <w:uiPriority w:val="29"/>
    <w:qFormat/>
    <w:rsid w:val="00AB795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before="360" w:after="160" w:line="300" w:lineRule="exact"/>
      <w:ind w:left="216"/>
    </w:pPr>
    <w:rPr>
      <w:rFonts w:ascii="Segoe UI Semibold" w:hAnsi="Segoe UI Semibold"/>
      <w:color w:val="0078D7"/>
      <w:sz w:val="22"/>
    </w:rPr>
  </w:style>
  <w:style w:type="paragraph" w:customStyle="1" w:styleId="FigureorGraphic">
    <w:name w:val="Figure or Graphic"/>
    <w:basedOn w:val="Normal"/>
    <w:next w:val="Normal"/>
    <w:uiPriority w:val="20"/>
    <w:qFormat/>
    <w:rsid w:val="00004E2E"/>
    <w:pPr>
      <w:spacing w:after="160"/>
    </w:pPr>
  </w:style>
  <w:style w:type="paragraph" w:customStyle="1" w:styleId="FrontMatterTitle">
    <w:name w:val="Front Matter Title"/>
    <w:basedOn w:val="ChTitle"/>
    <w:next w:val="Paragraph"/>
    <w:uiPriority w:val="7"/>
    <w:qFormat/>
    <w:rsid w:val="00F34E39"/>
  </w:style>
  <w:style w:type="paragraph" w:customStyle="1" w:styleId="List-Bulleted2">
    <w:name w:val="List - Bulleted 2"/>
    <w:basedOn w:val="List-Bulleted"/>
    <w:uiPriority w:val="23"/>
    <w:qFormat/>
    <w:rsid w:val="00FE3342"/>
    <w:pPr>
      <w:ind w:left="720"/>
    </w:pPr>
  </w:style>
  <w:style w:type="paragraph" w:customStyle="1" w:styleId="List-CodeBlock">
    <w:name w:val="List - Code Block"/>
    <w:basedOn w:val="CodeBlock"/>
    <w:uiPriority w:val="27"/>
    <w:qFormat/>
    <w:rsid w:val="00004E2E"/>
    <w:pPr>
      <w:spacing w:after="160"/>
      <w:ind w:left="360"/>
    </w:pPr>
  </w:style>
  <w:style w:type="paragraph" w:customStyle="1" w:styleId="List-Graphic">
    <w:name w:val="List - Graphic"/>
    <w:basedOn w:val="FigureorGraphic"/>
    <w:uiPriority w:val="26"/>
    <w:qFormat/>
    <w:rsid w:val="000D1F69"/>
    <w:pPr>
      <w:ind w:left="360"/>
    </w:pPr>
  </w:style>
  <w:style w:type="paragraph" w:customStyle="1" w:styleId="List-Numbered">
    <w:name w:val="List - Numbered"/>
    <w:basedOn w:val="Normal"/>
    <w:uiPriority w:val="24"/>
    <w:qFormat/>
    <w:rsid w:val="002672D9"/>
    <w:pPr>
      <w:numPr>
        <w:numId w:val="4"/>
      </w:numPr>
      <w:spacing w:after="160" w:line="240" w:lineRule="exact"/>
    </w:pPr>
  </w:style>
  <w:style w:type="paragraph" w:customStyle="1" w:styleId="List-Numbered2">
    <w:name w:val="List - Numbered 2"/>
    <w:basedOn w:val="List-Numbered"/>
    <w:next w:val="List-Numbered"/>
    <w:uiPriority w:val="25"/>
    <w:qFormat/>
    <w:rsid w:val="00FE3342"/>
    <w:pPr>
      <w:numPr>
        <w:ilvl w:val="1"/>
      </w:numPr>
    </w:pPr>
  </w:style>
  <w:style w:type="paragraph" w:customStyle="1" w:styleId="List-Bulleted">
    <w:name w:val="List - Bulleted"/>
    <w:basedOn w:val="Normal"/>
    <w:uiPriority w:val="22"/>
    <w:qFormat/>
    <w:rsid w:val="002672D9"/>
    <w:pPr>
      <w:numPr>
        <w:numId w:val="6"/>
      </w:numPr>
      <w:spacing w:after="160" w:line="240" w:lineRule="exact"/>
      <w:ind w:left="360"/>
    </w:pPr>
  </w:style>
  <w:style w:type="paragraph" w:customStyle="1" w:styleId="MicrosoftLogo">
    <w:name w:val="Microsoft Logo"/>
    <w:basedOn w:val="Normal"/>
    <w:uiPriority w:val="3"/>
    <w:qFormat/>
    <w:rsid w:val="00004E2E"/>
    <w:pPr>
      <w:spacing w:after="320" w:line="680" w:lineRule="exact"/>
      <w:ind w:left="1080"/>
    </w:pPr>
  </w:style>
  <w:style w:type="paragraph" w:customStyle="1" w:styleId="NumberCaption">
    <w:name w:val="Number &amp; Caption"/>
    <w:basedOn w:val="Normal"/>
    <w:next w:val="Normal"/>
    <w:uiPriority w:val="21"/>
    <w:qFormat/>
    <w:rsid w:val="00004E2E"/>
    <w:pPr>
      <w:spacing w:after="160" w:line="180" w:lineRule="exact"/>
    </w:pPr>
    <w:rPr>
      <w:rFonts w:ascii="Segoe UI Semilight" w:hAnsi="Segoe UI Semilight"/>
      <w:sz w:val="18"/>
    </w:rPr>
  </w:style>
  <w:style w:type="paragraph" w:customStyle="1" w:styleId="Paragraph">
    <w:name w:val="Paragraph"/>
    <w:uiPriority w:val="15"/>
    <w:qFormat/>
    <w:rsid w:val="00004E2E"/>
    <w:pPr>
      <w:spacing w:line="240" w:lineRule="exact"/>
    </w:pPr>
    <w:rPr>
      <w:rFonts w:ascii="Segoe UI" w:hAnsi="Segoe UI"/>
      <w:color w:val="414141"/>
      <w:sz w:val="20"/>
    </w:rPr>
  </w:style>
  <w:style w:type="paragraph" w:customStyle="1" w:styleId="ReaderaidSbarFirstPara">
    <w:name w:val="Readeraid/Sbar First Para"/>
    <w:uiPriority w:val="33"/>
    <w:qFormat/>
    <w:rsid w:val="00004E2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line="200" w:lineRule="exact"/>
      <w:ind w:left="216"/>
    </w:pPr>
    <w:rPr>
      <w:rFonts w:ascii="Segoe UI" w:hAnsi="Segoe UI"/>
      <w:color w:val="414141"/>
      <w:sz w:val="20"/>
    </w:rPr>
  </w:style>
  <w:style w:type="paragraph" w:customStyle="1" w:styleId="ReaderaidSbarHeading">
    <w:name w:val="Readeraid/Sbar Heading"/>
    <w:next w:val="ReaderaidSbarFirstPara"/>
    <w:uiPriority w:val="31"/>
    <w:qFormat/>
    <w:rsid w:val="0031074F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before="360" w:line="240" w:lineRule="exact"/>
      <w:ind w:left="216"/>
    </w:pPr>
    <w:rPr>
      <w:rFonts w:ascii="Segoe UI Semibold" w:hAnsi="Segoe UI Semibold"/>
      <w:color w:val="0078D7"/>
    </w:rPr>
  </w:style>
  <w:style w:type="paragraph" w:customStyle="1" w:styleId="ReaderaidSbarLastPara">
    <w:name w:val="Readeraid/Sbar Last Para"/>
    <w:basedOn w:val="ReaderaidSbarFirstPara"/>
    <w:next w:val="Normal"/>
    <w:uiPriority w:val="35"/>
    <w:qFormat/>
    <w:rsid w:val="00004E2E"/>
  </w:style>
  <w:style w:type="paragraph" w:customStyle="1" w:styleId="ReaderaidSbarMiddlePara">
    <w:name w:val="Readeraid/Sbar Middle Para"/>
    <w:basedOn w:val="ReaderaidSbarFirstPara"/>
    <w:uiPriority w:val="34"/>
    <w:qFormat/>
    <w:rsid w:val="00004E2E"/>
  </w:style>
  <w:style w:type="paragraph" w:customStyle="1" w:styleId="ReaderaidSbarOneParaOnly">
    <w:name w:val="Readeraid/Sbar One Para Only"/>
    <w:basedOn w:val="ReaderaidSbarFirstPara"/>
    <w:uiPriority w:val="32"/>
    <w:qFormat/>
    <w:rsid w:val="00053110"/>
    <w:pPr>
      <w:spacing w:line="220" w:lineRule="exact"/>
    </w:pPr>
  </w:style>
  <w:style w:type="paragraph" w:customStyle="1" w:styleId="Table-SpaceAfter">
    <w:name w:val="Table - Space After"/>
    <w:basedOn w:val="Paragraph"/>
    <w:uiPriority w:val="38"/>
    <w:qFormat/>
    <w:rsid w:val="001277F2"/>
    <w:pPr>
      <w:spacing w:after="120"/>
    </w:pPr>
  </w:style>
  <w:style w:type="paragraph" w:styleId="Title">
    <w:name w:val="Title"/>
    <w:next w:val="Normal"/>
    <w:link w:val="TitleChar"/>
    <w:semiHidden/>
    <w:qFormat/>
    <w:rsid w:val="00004E2E"/>
    <w:pPr>
      <w:spacing w:before="1800" w:after="720" w:line="1240" w:lineRule="exact"/>
      <w:ind w:left="1080"/>
      <w:contextualSpacing/>
    </w:pPr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semiHidden/>
    <w:rsid w:val="002B6735"/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paragraph" w:styleId="TOC1">
    <w:name w:val="toc 1"/>
    <w:basedOn w:val="Normal"/>
    <w:next w:val="Normal"/>
    <w:autoRedefine/>
    <w:uiPriority w:val="4"/>
    <w:rsid w:val="00004E2E"/>
    <w:pPr>
      <w:spacing w:after="100" w:line="240" w:lineRule="exact"/>
    </w:pPr>
    <w:rPr>
      <w:b/>
    </w:rPr>
  </w:style>
  <w:style w:type="paragraph" w:styleId="TOC2">
    <w:name w:val="toc 2"/>
    <w:basedOn w:val="Normal"/>
    <w:next w:val="Normal"/>
    <w:autoRedefine/>
    <w:uiPriority w:val="5"/>
    <w:rsid w:val="00004E2E"/>
    <w:pPr>
      <w:spacing w:after="100" w:line="240" w:lineRule="exact"/>
      <w:ind w:left="202"/>
    </w:pPr>
  </w:style>
  <w:style w:type="paragraph" w:styleId="TOC3">
    <w:name w:val="toc 3"/>
    <w:basedOn w:val="Normal"/>
    <w:next w:val="Normal"/>
    <w:autoRedefine/>
    <w:uiPriority w:val="6"/>
    <w:rsid w:val="00004E2E"/>
    <w:pPr>
      <w:spacing w:after="100" w:line="240" w:lineRule="exact"/>
      <w:ind w:left="403"/>
    </w:pPr>
  </w:style>
  <w:style w:type="character" w:styleId="CommentReference">
    <w:name w:val="annotation reference"/>
    <w:basedOn w:val="DefaultParagraphFont"/>
    <w:uiPriority w:val="99"/>
    <w:semiHidden/>
    <w:unhideWhenUsed/>
    <w:rsid w:val="00A23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2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25"/>
    <w:rPr>
      <w:rFonts w:ascii="Segoe UI" w:hAnsi="Segoe UI"/>
      <w:color w:val="41414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25"/>
    <w:rPr>
      <w:rFonts w:ascii="Segoe UI" w:hAnsi="Segoe UI"/>
      <w:b/>
      <w:bCs/>
      <w:color w:val="41414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25"/>
    <w:pPr>
      <w:spacing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25"/>
    <w:rPr>
      <w:rFonts w:ascii="Segoe UI" w:hAnsi="Segoe UI" w:cs="Segoe UI"/>
      <w:color w:val="414141"/>
      <w:sz w:val="18"/>
      <w:szCs w:val="18"/>
    </w:rPr>
  </w:style>
  <w:style w:type="paragraph" w:customStyle="1" w:styleId="AltText">
    <w:name w:val="Alt Text"/>
    <w:basedOn w:val="Paragraph"/>
    <w:next w:val="Paragraph"/>
    <w:uiPriority w:val="21"/>
    <w:qFormat/>
    <w:rsid w:val="00EC5B3E"/>
    <w:rPr>
      <w:color w:val="FF0000"/>
      <w:sz w:val="17"/>
    </w:rPr>
  </w:style>
  <w:style w:type="paragraph" w:customStyle="1" w:styleId="TOCTitle">
    <w:name w:val="TOC Title"/>
    <w:basedOn w:val="ChTitle"/>
    <w:next w:val="Paragraph"/>
    <w:uiPriority w:val="3"/>
    <w:qFormat/>
    <w:rsid w:val="00F34E39"/>
  </w:style>
  <w:style w:type="paragraph" w:customStyle="1" w:styleId="Title-Large">
    <w:name w:val="Title - Large"/>
    <w:basedOn w:val="Title"/>
    <w:next w:val="Subtitle"/>
    <w:link w:val="Title-LargeChar"/>
    <w:qFormat/>
    <w:rsid w:val="00F34E39"/>
    <w:pPr>
      <w:spacing w:line="1440" w:lineRule="exact"/>
    </w:pPr>
  </w:style>
  <w:style w:type="character" w:customStyle="1" w:styleId="Title-LargeChar">
    <w:name w:val="Title - Large Char"/>
    <w:basedOn w:val="TitleChar"/>
    <w:link w:val="Title-Large"/>
    <w:rsid w:val="00F34E39"/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paragraph" w:customStyle="1" w:styleId="Title-Medium">
    <w:name w:val="Title - Medium"/>
    <w:basedOn w:val="Title"/>
    <w:next w:val="Subtitle"/>
    <w:link w:val="Title-MediumChar"/>
    <w:qFormat/>
    <w:rsid w:val="00F34E39"/>
    <w:pPr>
      <w:spacing w:after="600"/>
    </w:pPr>
    <w:rPr>
      <w:sz w:val="96"/>
    </w:rPr>
  </w:style>
  <w:style w:type="character" w:customStyle="1" w:styleId="Title-MediumChar">
    <w:name w:val="Title - Medium Char"/>
    <w:basedOn w:val="TitleChar"/>
    <w:link w:val="Title-Medium"/>
    <w:rsid w:val="00F34E39"/>
    <w:rPr>
      <w:rFonts w:ascii="Segoe Light" w:eastAsiaTheme="majorEastAsia" w:hAnsi="Segoe Light" w:cstheme="majorBidi"/>
      <w:color w:val="0078D7"/>
      <w:spacing w:val="-10"/>
      <w:kern w:val="28"/>
      <w:sz w:val="96"/>
      <w:szCs w:val="56"/>
    </w:rPr>
  </w:style>
  <w:style w:type="paragraph" w:customStyle="1" w:styleId="Title-Small">
    <w:name w:val="Title - Small"/>
    <w:basedOn w:val="Title"/>
    <w:next w:val="Subtitle"/>
    <w:link w:val="Title-SmallChar"/>
    <w:qFormat/>
    <w:rsid w:val="00F34E39"/>
    <w:pPr>
      <w:spacing w:after="480" w:line="960" w:lineRule="exact"/>
    </w:pPr>
    <w:rPr>
      <w:sz w:val="72"/>
    </w:rPr>
  </w:style>
  <w:style w:type="character" w:customStyle="1" w:styleId="Title-SmallChar">
    <w:name w:val="Title - Small Char"/>
    <w:basedOn w:val="TitleChar"/>
    <w:link w:val="Title-Small"/>
    <w:rsid w:val="00F34E39"/>
    <w:rPr>
      <w:rFonts w:ascii="Segoe Light" w:eastAsiaTheme="majorEastAsia" w:hAnsi="Segoe Light" w:cstheme="majorBidi"/>
      <w:color w:val="0078D7"/>
      <w:spacing w:val="-10"/>
      <w:kern w:val="28"/>
      <w:sz w:val="72"/>
      <w:szCs w:val="56"/>
    </w:rPr>
  </w:style>
  <w:style w:type="paragraph" w:customStyle="1" w:styleId="List-Paragraph">
    <w:name w:val="List - Paragraph"/>
    <w:basedOn w:val="Paragraph"/>
    <w:uiPriority w:val="25"/>
    <w:qFormat/>
    <w:rsid w:val="007509A3"/>
    <w:pPr>
      <w:ind w:left="360"/>
    </w:pPr>
  </w:style>
  <w:style w:type="paragraph" w:styleId="Revision">
    <w:name w:val="Revision"/>
    <w:hidden/>
    <w:uiPriority w:val="99"/>
    <w:semiHidden/>
    <w:rsid w:val="00FB4E7D"/>
    <w:pPr>
      <w:spacing w:after="0" w:line="240" w:lineRule="auto"/>
    </w:pPr>
    <w:rPr>
      <w:rFonts w:ascii="Segoe UI" w:hAnsi="Segoe UI"/>
      <w:color w:val="41414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4"/>
    <w:lsdException w:name="toc 2" w:semiHidden="0" w:uiPriority="5" w:unhideWhenUsed="0"/>
    <w:lsdException w:name="toc 3" w:semiHidden="0" w:uiPriority="6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semiHidden/>
    <w:qFormat/>
    <w:rsid w:val="00E15A3D"/>
    <w:pPr>
      <w:spacing w:after="180" w:line="240" w:lineRule="auto"/>
    </w:pPr>
    <w:rPr>
      <w:rFonts w:ascii="Segoe UI" w:hAnsi="Segoe UI"/>
      <w:color w:val="41414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1A73"/>
    <w:pPr>
      <w:keepNext/>
      <w:keepLines/>
      <w:spacing w:before="240" w:line="480" w:lineRule="exact"/>
      <w:outlineLvl w:val="0"/>
    </w:pPr>
    <w:rPr>
      <w:rFonts w:ascii="Segoe UI Semilight" w:eastAsiaTheme="majorEastAsia" w:hAnsi="Segoe UI Semilight" w:cstheme="majorBidi"/>
      <w:color w:val="0078D7"/>
      <w:sz w:val="40"/>
      <w:szCs w:val="32"/>
    </w:rPr>
  </w:style>
  <w:style w:type="paragraph" w:styleId="Heading2">
    <w:name w:val="heading 2"/>
    <w:next w:val="Normal"/>
    <w:link w:val="Heading2Char"/>
    <w:uiPriority w:val="12"/>
    <w:qFormat/>
    <w:rsid w:val="00191A73"/>
    <w:pPr>
      <w:keepNext/>
      <w:spacing w:before="240" w:after="120" w:line="360" w:lineRule="exact"/>
      <w:outlineLvl w:val="1"/>
    </w:pPr>
    <w:rPr>
      <w:rFonts w:ascii="Segoe UI Semibold" w:eastAsiaTheme="majorEastAsia" w:hAnsi="Segoe UI Semibold" w:cstheme="majorBidi"/>
      <w:bCs/>
      <w:iCs/>
      <w:color w:val="0078D7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3"/>
    <w:qFormat/>
    <w:rsid w:val="00191A73"/>
    <w:pPr>
      <w:keepNext/>
      <w:keepLines/>
      <w:spacing w:before="40" w:after="120" w:line="300" w:lineRule="exact"/>
      <w:outlineLvl w:val="2"/>
    </w:pPr>
    <w:rPr>
      <w:rFonts w:ascii="Segoe UI Semibold" w:eastAsiaTheme="majorEastAsia" w:hAnsi="Segoe UI Semibold" w:cstheme="majorBidi"/>
      <w:color w:val="0078D7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974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2"/>
    <w:rsid w:val="00191A73"/>
    <w:rPr>
      <w:rFonts w:ascii="Segoe UI Semibold" w:eastAsiaTheme="majorEastAsia" w:hAnsi="Segoe UI Semibold" w:cstheme="majorBidi"/>
      <w:bCs/>
      <w:iCs/>
      <w:color w:val="0078D7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191A73"/>
    <w:rPr>
      <w:rFonts w:ascii="Segoe UI Semilight" w:eastAsiaTheme="majorEastAsia" w:hAnsi="Segoe UI Semilight" w:cstheme="majorBidi"/>
      <w:color w:val="0078D7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13"/>
    <w:rsid w:val="00191A73"/>
    <w:rPr>
      <w:rFonts w:ascii="Segoe UI Semibold" w:eastAsiaTheme="majorEastAsia" w:hAnsi="Segoe UI Semibold" w:cstheme="majorBidi"/>
      <w:color w:val="0078D7"/>
      <w:szCs w:val="24"/>
    </w:rPr>
  </w:style>
  <w:style w:type="character" w:styleId="Emphasis">
    <w:name w:val="Emphasis"/>
    <w:basedOn w:val="DefaultParagraphFont"/>
    <w:uiPriority w:val="20"/>
    <w:semiHidden/>
    <w:qFormat/>
    <w:rsid w:val="00E219FE"/>
    <w:rPr>
      <w:i/>
      <w:iCs/>
    </w:rPr>
  </w:style>
  <w:style w:type="character" w:styleId="Strong">
    <w:name w:val="Strong"/>
    <w:basedOn w:val="DefaultParagraphFont"/>
    <w:uiPriority w:val="22"/>
    <w:semiHidden/>
    <w:qFormat/>
    <w:rsid w:val="00E219FE"/>
    <w:rPr>
      <w:b/>
      <w:bCs/>
    </w:rPr>
  </w:style>
  <w:style w:type="table" w:styleId="TableGrid">
    <w:name w:val="Table Grid"/>
    <w:basedOn w:val="TableNormal"/>
    <w:uiPriority w:val="39"/>
    <w:rsid w:val="00A23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uiPriority w:val="36"/>
    <w:qFormat/>
    <w:rsid w:val="00004E2E"/>
    <w:pPr>
      <w:pBdr>
        <w:top w:val="single" w:sz="2" w:space="1" w:color="5A1D5C"/>
        <w:left w:val="single" w:sz="2" w:space="4" w:color="5A1D5C"/>
        <w:bottom w:val="single" w:sz="2" w:space="1" w:color="5A1D5C"/>
        <w:right w:val="single" w:sz="2" w:space="4" w:color="5A1D5C"/>
      </w:pBdr>
      <w:shd w:val="solid" w:color="auto" w:fill="5A1D5C"/>
      <w:spacing w:after="0" w:line="240" w:lineRule="auto"/>
    </w:pPr>
    <w:rPr>
      <w:rFonts w:ascii="Segoe UI Semibold" w:hAnsi="Segoe UI Semibold"/>
      <w:color w:val="FFFFFF" w:themeColor="background1"/>
      <w:sz w:val="20"/>
    </w:rPr>
  </w:style>
  <w:style w:type="paragraph" w:customStyle="1" w:styleId="TableText">
    <w:name w:val="Table Text"/>
    <w:basedOn w:val="TableHead"/>
    <w:uiPriority w:val="37"/>
    <w:qFormat/>
    <w:rsid w:val="00387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rFonts w:ascii="Segoe UI" w:hAnsi="Segoe UI"/>
      <w:color w:val="454545"/>
    </w:rPr>
  </w:style>
  <w:style w:type="paragraph" w:customStyle="1" w:styleId="CodeBlock">
    <w:name w:val="Code Block"/>
    <w:basedOn w:val="Normal"/>
    <w:uiPriority w:val="28"/>
    <w:qFormat/>
    <w:rsid w:val="00004E2E"/>
    <w:pPr>
      <w:spacing w:line="160" w:lineRule="exact"/>
    </w:pPr>
    <w:rPr>
      <w:rFonts w:ascii="Lucida Sans Typewriter" w:hAnsi="Lucida Sans Typewriter"/>
      <w:color w:val="auto"/>
      <w:sz w:val="15"/>
    </w:rPr>
  </w:style>
  <w:style w:type="paragraph" w:customStyle="1" w:styleId="CodeBlockScreened">
    <w:name w:val="Code Block Screened"/>
    <w:basedOn w:val="Normal"/>
    <w:uiPriority w:val="30"/>
    <w:qFormat/>
    <w:rsid w:val="00004E2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after="240" w:line="200" w:lineRule="exact"/>
      <w:ind w:left="216"/>
    </w:pPr>
    <w:rPr>
      <w:rFonts w:ascii="Lucida Sans Typewriter" w:hAnsi="Lucida Sans Typewriter"/>
      <w:color w:val="auto"/>
      <w:sz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164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4">
    <w:name w:val="H4"/>
    <w:basedOn w:val="DefaultParagraphFont"/>
    <w:uiPriority w:val="14"/>
    <w:qFormat/>
    <w:rsid w:val="0019743D"/>
    <w:rPr>
      <w:rFonts w:ascii="Segoe UI Semibold" w:hAnsi="Segoe UI Semibold"/>
      <w:b/>
      <w:color w:val="414141"/>
    </w:rPr>
  </w:style>
  <w:style w:type="paragraph" w:customStyle="1" w:styleId="ChIntro">
    <w:name w:val="Ch Intro"/>
    <w:basedOn w:val="Normal"/>
    <w:next w:val="Paragraph"/>
    <w:link w:val="ChIntroChar"/>
    <w:uiPriority w:val="10"/>
    <w:qFormat/>
    <w:rsid w:val="00004E2E"/>
    <w:pPr>
      <w:spacing w:before="240" w:after="480" w:line="400" w:lineRule="exact"/>
    </w:pPr>
    <w:rPr>
      <w:rFonts w:ascii="Segoe UI Semilight" w:hAnsi="Segoe UI Semilight"/>
      <w:color w:val="3076BC"/>
      <w:sz w:val="28"/>
    </w:rPr>
  </w:style>
  <w:style w:type="paragraph" w:customStyle="1" w:styleId="ChTitle">
    <w:name w:val="Ch Title"/>
    <w:next w:val="ChIntro"/>
    <w:link w:val="ChTitleChar"/>
    <w:uiPriority w:val="9"/>
    <w:qFormat/>
    <w:rsid w:val="00BC68FC"/>
    <w:pPr>
      <w:spacing w:before="1080" w:after="720" w:line="1440" w:lineRule="exact"/>
    </w:pPr>
    <w:rPr>
      <w:rFonts w:ascii="Segoe Light" w:hAnsi="Segoe Light"/>
      <w:color w:val="0078D7"/>
      <w:sz w:val="120"/>
    </w:rPr>
  </w:style>
  <w:style w:type="paragraph" w:styleId="ListParagraph">
    <w:name w:val="List Paragraph"/>
    <w:basedOn w:val="Normal"/>
    <w:uiPriority w:val="34"/>
    <w:qFormat/>
    <w:rsid w:val="002302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823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ABC"/>
    <w:rPr>
      <w:rFonts w:ascii="Segoe UI" w:hAnsi="Segoe UI"/>
      <w:color w:val="414141"/>
      <w:sz w:val="20"/>
    </w:rPr>
  </w:style>
  <w:style w:type="paragraph" w:styleId="Footer">
    <w:name w:val="footer"/>
    <w:basedOn w:val="Normal"/>
    <w:link w:val="FooterChar"/>
    <w:uiPriority w:val="99"/>
    <w:rsid w:val="00B823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50ABC"/>
    <w:rPr>
      <w:rFonts w:ascii="Segoe UI" w:hAnsi="Segoe UI"/>
      <w:color w:val="414141"/>
      <w:sz w:val="20"/>
    </w:rPr>
  </w:style>
  <w:style w:type="paragraph" w:styleId="Subtitle">
    <w:name w:val="Subtitle"/>
    <w:next w:val="Normal"/>
    <w:link w:val="SubtitleChar"/>
    <w:uiPriority w:val="1"/>
    <w:qFormat/>
    <w:rsid w:val="00F34E39"/>
    <w:pPr>
      <w:numPr>
        <w:ilvl w:val="1"/>
      </w:numPr>
      <w:spacing w:after="2160" w:line="720" w:lineRule="exact"/>
      <w:ind w:left="1080"/>
    </w:pPr>
    <w:rPr>
      <w:rFonts w:ascii="Segoe UI Light" w:eastAsiaTheme="minorEastAsia" w:hAnsi="Segoe UI Light"/>
      <w:color w:val="0078D7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"/>
    <w:rsid w:val="00F34E39"/>
    <w:rPr>
      <w:rFonts w:ascii="Segoe UI Light" w:eastAsiaTheme="minorEastAsia" w:hAnsi="Segoe UI Light"/>
      <w:color w:val="0078D7"/>
      <w:spacing w:val="15"/>
      <w:sz w:val="56"/>
    </w:rPr>
  </w:style>
  <w:style w:type="paragraph" w:customStyle="1" w:styleId="TableParagraph">
    <w:name w:val="Table Paragraph"/>
    <w:basedOn w:val="Normal"/>
    <w:uiPriority w:val="1"/>
    <w:semiHidden/>
    <w:qFormat/>
    <w:rsid w:val="00387F45"/>
    <w:pPr>
      <w:widowControl w:val="0"/>
      <w:spacing w:after="0"/>
    </w:pPr>
    <w:rPr>
      <w:rFonts w:asciiTheme="minorHAnsi" w:hAnsiTheme="minorHAnsi"/>
      <w:color w:val="auto"/>
      <w:sz w:val="22"/>
    </w:rPr>
  </w:style>
  <w:style w:type="character" w:customStyle="1" w:styleId="Italic">
    <w:name w:val="Italic"/>
    <w:basedOn w:val="DefaultParagraphFont"/>
    <w:uiPriority w:val="17"/>
    <w:qFormat/>
    <w:rsid w:val="006C4553"/>
    <w:rPr>
      <w:i/>
    </w:rPr>
  </w:style>
  <w:style w:type="character" w:customStyle="1" w:styleId="ChIntroChar">
    <w:name w:val="Ch Intro Char"/>
    <w:basedOn w:val="DefaultParagraphFont"/>
    <w:link w:val="ChIntro"/>
    <w:uiPriority w:val="10"/>
    <w:rsid w:val="00004E2E"/>
    <w:rPr>
      <w:rFonts w:ascii="Segoe UI Semilight" w:hAnsi="Segoe UI Semilight"/>
      <w:color w:val="3076BC"/>
      <w:sz w:val="28"/>
    </w:rPr>
  </w:style>
  <w:style w:type="character" w:customStyle="1" w:styleId="ChTitleChar">
    <w:name w:val="Ch Title Char"/>
    <w:basedOn w:val="ChIntroChar"/>
    <w:link w:val="ChTitle"/>
    <w:uiPriority w:val="9"/>
    <w:rsid w:val="00BC68FC"/>
    <w:rPr>
      <w:rFonts w:ascii="Segoe Light" w:hAnsi="Segoe Light"/>
      <w:color w:val="0078D7"/>
      <w:sz w:val="120"/>
    </w:rPr>
  </w:style>
  <w:style w:type="character" w:customStyle="1" w:styleId="Bold">
    <w:name w:val="Bold"/>
    <w:basedOn w:val="DefaultParagraphFont"/>
    <w:uiPriority w:val="16"/>
    <w:qFormat/>
    <w:rsid w:val="006C4553"/>
    <w:rPr>
      <w:b/>
    </w:rPr>
  </w:style>
  <w:style w:type="character" w:customStyle="1" w:styleId="InlineCode">
    <w:name w:val="Inline Code"/>
    <w:basedOn w:val="DefaultParagraphFont"/>
    <w:uiPriority w:val="19"/>
    <w:qFormat/>
    <w:rsid w:val="00143B4A"/>
    <w:rPr>
      <w:rFonts w:ascii="Lucida Sans Typewriter" w:hAnsi="Lucida Sans Typewriter"/>
      <w:sz w:val="18"/>
    </w:rPr>
  </w:style>
  <w:style w:type="paragraph" w:styleId="NoSpacing">
    <w:name w:val="No Spacing"/>
    <w:link w:val="NoSpacingChar"/>
    <w:uiPriority w:val="1"/>
    <w:semiHidden/>
    <w:qFormat/>
    <w:rsid w:val="00A51979"/>
    <w:pPr>
      <w:spacing w:after="0" w:line="240" w:lineRule="auto"/>
    </w:pPr>
    <w:rPr>
      <w:rFonts w:eastAsiaTheme="minorEastAsia"/>
    </w:rPr>
  </w:style>
  <w:style w:type="paragraph" w:customStyle="1" w:styleId="ChNumber">
    <w:name w:val="Ch Number"/>
    <w:basedOn w:val="Normal"/>
    <w:uiPriority w:val="8"/>
    <w:qFormat/>
    <w:rsid w:val="00105CDE"/>
    <w:pPr>
      <w:spacing w:after="1080"/>
    </w:pPr>
    <w:rPr>
      <w:rFonts w:ascii="Segoe UI Light" w:hAnsi="Segoe UI Light" w:cs="Segoe UI Light"/>
      <w:color w:val="0078D7"/>
      <w:sz w:val="96"/>
      <w:szCs w:val="96"/>
    </w:rPr>
  </w:style>
  <w:style w:type="paragraph" w:customStyle="1" w:styleId="AuthorName">
    <w:name w:val="Author Name"/>
    <w:basedOn w:val="Normal"/>
    <w:uiPriority w:val="2"/>
    <w:qFormat/>
    <w:rsid w:val="00C36D0F"/>
    <w:pPr>
      <w:spacing w:after="2400" w:line="720" w:lineRule="exact"/>
      <w:ind w:left="1080"/>
    </w:pPr>
    <w:rPr>
      <w:rFonts w:ascii="Segoe Light" w:hAnsi="Segoe Light"/>
      <w:color w:val="0078D7"/>
      <w:sz w:val="56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C21112"/>
    <w:rPr>
      <w:rFonts w:eastAsiaTheme="minorEastAsia"/>
    </w:rPr>
  </w:style>
  <w:style w:type="character" w:customStyle="1" w:styleId="BoldItalic">
    <w:name w:val="Bold &amp; Italic"/>
    <w:basedOn w:val="DefaultParagraphFont"/>
    <w:uiPriority w:val="18"/>
    <w:qFormat/>
    <w:rsid w:val="000D1F69"/>
    <w:rPr>
      <w:b/>
      <w:i/>
    </w:rPr>
  </w:style>
  <w:style w:type="paragraph" w:customStyle="1" w:styleId="CodeBlockScreenedHeading">
    <w:name w:val="Code Block Screened Heading"/>
    <w:basedOn w:val="Normal"/>
    <w:uiPriority w:val="29"/>
    <w:qFormat/>
    <w:rsid w:val="00AB795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before="360" w:after="160" w:line="300" w:lineRule="exact"/>
      <w:ind w:left="216"/>
    </w:pPr>
    <w:rPr>
      <w:rFonts w:ascii="Segoe UI Semibold" w:hAnsi="Segoe UI Semibold"/>
      <w:color w:val="0078D7"/>
      <w:sz w:val="22"/>
    </w:rPr>
  </w:style>
  <w:style w:type="paragraph" w:customStyle="1" w:styleId="FigureorGraphic">
    <w:name w:val="Figure or Graphic"/>
    <w:basedOn w:val="Normal"/>
    <w:next w:val="Normal"/>
    <w:uiPriority w:val="20"/>
    <w:qFormat/>
    <w:rsid w:val="00004E2E"/>
    <w:pPr>
      <w:spacing w:after="160"/>
    </w:pPr>
  </w:style>
  <w:style w:type="paragraph" w:customStyle="1" w:styleId="FrontMatterTitle">
    <w:name w:val="Front Matter Title"/>
    <w:basedOn w:val="ChTitle"/>
    <w:next w:val="Paragraph"/>
    <w:uiPriority w:val="7"/>
    <w:qFormat/>
    <w:rsid w:val="00F34E39"/>
  </w:style>
  <w:style w:type="paragraph" w:customStyle="1" w:styleId="List-Bulleted2">
    <w:name w:val="List - Bulleted 2"/>
    <w:basedOn w:val="List-Bulleted"/>
    <w:uiPriority w:val="23"/>
    <w:qFormat/>
    <w:rsid w:val="00FE3342"/>
    <w:pPr>
      <w:ind w:left="720"/>
    </w:pPr>
  </w:style>
  <w:style w:type="paragraph" w:customStyle="1" w:styleId="List-CodeBlock">
    <w:name w:val="List - Code Block"/>
    <w:basedOn w:val="CodeBlock"/>
    <w:uiPriority w:val="27"/>
    <w:qFormat/>
    <w:rsid w:val="00004E2E"/>
    <w:pPr>
      <w:spacing w:after="160"/>
      <w:ind w:left="360"/>
    </w:pPr>
  </w:style>
  <w:style w:type="paragraph" w:customStyle="1" w:styleId="List-Graphic">
    <w:name w:val="List - Graphic"/>
    <w:basedOn w:val="FigureorGraphic"/>
    <w:uiPriority w:val="26"/>
    <w:qFormat/>
    <w:rsid w:val="000D1F69"/>
    <w:pPr>
      <w:ind w:left="360"/>
    </w:pPr>
  </w:style>
  <w:style w:type="paragraph" w:customStyle="1" w:styleId="List-Numbered">
    <w:name w:val="List - Numbered"/>
    <w:basedOn w:val="Normal"/>
    <w:uiPriority w:val="24"/>
    <w:qFormat/>
    <w:rsid w:val="002672D9"/>
    <w:pPr>
      <w:numPr>
        <w:numId w:val="4"/>
      </w:numPr>
      <w:spacing w:after="160" w:line="240" w:lineRule="exact"/>
    </w:pPr>
  </w:style>
  <w:style w:type="paragraph" w:customStyle="1" w:styleId="List-Numbered2">
    <w:name w:val="List - Numbered 2"/>
    <w:basedOn w:val="List-Numbered"/>
    <w:next w:val="List-Numbered"/>
    <w:uiPriority w:val="25"/>
    <w:qFormat/>
    <w:rsid w:val="00FE3342"/>
    <w:pPr>
      <w:numPr>
        <w:ilvl w:val="1"/>
      </w:numPr>
    </w:pPr>
  </w:style>
  <w:style w:type="paragraph" w:customStyle="1" w:styleId="List-Bulleted">
    <w:name w:val="List - Bulleted"/>
    <w:basedOn w:val="Normal"/>
    <w:uiPriority w:val="22"/>
    <w:qFormat/>
    <w:rsid w:val="002672D9"/>
    <w:pPr>
      <w:numPr>
        <w:numId w:val="6"/>
      </w:numPr>
      <w:spacing w:after="160" w:line="240" w:lineRule="exact"/>
      <w:ind w:left="360"/>
    </w:pPr>
  </w:style>
  <w:style w:type="paragraph" w:customStyle="1" w:styleId="MicrosoftLogo">
    <w:name w:val="Microsoft Logo"/>
    <w:basedOn w:val="Normal"/>
    <w:uiPriority w:val="3"/>
    <w:qFormat/>
    <w:rsid w:val="00004E2E"/>
    <w:pPr>
      <w:spacing w:after="320" w:line="680" w:lineRule="exact"/>
      <w:ind w:left="1080"/>
    </w:pPr>
  </w:style>
  <w:style w:type="paragraph" w:customStyle="1" w:styleId="NumberCaption">
    <w:name w:val="Number &amp; Caption"/>
    <w:basedOn w:val="Normal"/>
    <w:next w:val="Normal"/>
    <w:uiPriority w:val="21"/>
    <w:qFormat/>
    <w:rsid w:val="00004E2E"/>
    <w:pPr>
      <w:spacing w:after="160" w:line="180" w:lineRule="exact"/>
    </w:pPr>
    <w:rPr>
      <w:rFonts w:ascii="Segoe UI Semilight" w:hAnsi="Segoe UI Semilight"/>
      <w:sz w:val="18"/>
    </w:rPr>
  </w:style>
  <w:style w:type="paragraph" w:customStyle="1" w:styleId="Paragraph">
    <w:name w:val="Paragraph"/>
    <w:uiPriority w:val="15"/>
    <w:qFormat/>
    <w:rsid w:val="00004E2E"/>
    <w:pPr>
      <w:spacing w:line="240" w:lineRule="exact"/>
    </w:pPr>
    <w:rPr>
      <w:rFonts w:ascii="Segoe UI" w:hAnsi="Segoe UI"/>
      <w:color w:val="414141"/>
      <w:sz w:val="20"/>
    </w:rPr>
  </w:style>
  <w:style w:type="paragraph" w:customStyle="1" w:styleId="ReaderaidSbarFirstPara">
    <w:name w:val="Readeraid/Sbar First Para"/>
    <w:uiPriority w:val="33"/>
    <w:qFormat/>
    <w:rsid w:val="00004E2E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line="200" w:lineRule="exact"/>
      <w:ind w:left="216"/>
    </w:pPr>
    <w:rPr>
      <w:rFonts w:ascii="Segoe UI" w:hAnsi="Segoe UI"/>
      <w:color w:val="414141"/>
      <w:sz w:val="20"/>
    </w:rPr>
  </w:style>
  <w:style w:type="paragraph" w:customStyle="1" w:styleId="ReaderaidSbarHeading">
    <w:name w:val="Readeraid/Sbar Heading"/>
    <w:next w:val="ReaderaidSbarFirstPara"/>
    <w:uiPriority w:val="31"/>
    <w:qFormat/>
    <w:rsid w:val="0031074F"/>
    <w:pPr>
      <w:pBdr>
        <w:top w:val="single" w:sz="2" w:space="6" w:color="E6F1FB"/>
        <w:left w:val="single" w:sz="2" w:space="4" w:color="E6F1FB"/>
        <w:bottom w:val="single" w:sz="2" w:space="6" w:color="E6F1FB"/>
        <w:right w:val="single" w:sz="2" w:space="4" w:color="E6F1FB"/>
      </w:pBdr>
      <w:shd w:val="clear" w:color="auto" w:fill="E6F1FB"/>
      <w:spacing w:before="360" w:line="240" w:lineRule="exact"/>
      <w:ind w:left="216"/>
    </w:pPr>
    <w:rPr>
      <w:rFonts w:ascii="Segoe UI Semibold" w:hAnsi="Segoe UI Semibold"/>
      <w:color w:val="0078D7"/>
    </w:rPr>
  </w:style>
  <w:style w:type="paragraph" w:customStyle="1" w:styleId="ReaderaidSbarLastPara">
    <w:name w:val="Readeraid/Sbar Last Para"/>
    <w:basedOn w:val="ReaderaidSbarFirstPara"/>
    <w:next w:val="Normal"/>
    <w:uiPriority w:val="35"/>
    <w:qFormat/>
    <w:rsid w:val="00004E2E"/>
  </w:style>
  <w:style w:type="paragraph" w:customStyle="1" w:styleId="ReaderaidSbarMiddlePara">
    <w:name w:val="Readeraid/Sbar Middle Para"/>
    <w:basedOn w:val="ReaderaidSbarFirstPara"/>
    <w:uiPriority w:val="34"/>
    <w:qFormat/>
    <w:rsid w:val="00004E2E"/>
  </w:style>
  <w:style w:type="paragraph" w:customStyle="1" w:styleId="ReaderaidSbarOneParaOnly">
    <w:name w:val="Readeraid/Sbar One Para Only"/>
    <w:basedOn w:val="ReaderaidSbarFirstPara"/>
    <w:uiPriority w:val="32"/>
    <w:qFormat/>
    <w:rsid w:val="00053110"/>
    <w:pPr>
      <w:spacing w:line="220" w:lineRule="exact"/>
    </w:pPr>
  </w:style>
  <w:style w:type="paragraph" w:customStyle="1" w:styleId="Table-SpaceAfter">
    <w:name w:val="Table - Space After"/>
    <w:basedOn w:val="Paragraph"/>
    <w:uiPriority w:val="38"/>
    <w:qFormat/>
    <w:rsid w:val="001277F2"/>
    <w:pPr>
      <w:spacing w:after="120"/>
    </w:pPr>
  </w:style>
  <w:style w:type="paragraph" w:styleId="Title">
    <w:name w:val="Title"/>
    <w:next w:val="Normal"/>
    <w:link w:val="TitleChar"/>
    <w:semiHidden/>
    <w:qFormat/>
    <w:rsid w:val="00004E2E"/>
    <w:pPr>
      <w:spacing w:before="1800" w:after="720" w:line="1240" w:lineRule="exact"/>
      <w:ind w:left="1080"/>
      <w:contextualSpacing/>
    </w:pPr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semiHidden/>
    <w:rsid w:val="002B6735"/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paragraph" w:styleId="TOC1">
    <w:name w:val="toc 1"/>
    <w:basedOn w:val="Normal"/>
    <w:next w:val="Normal"/>
    <w:autoRedefine/>
    <w:uiPriority w:val="4"/>
    <w:rsid w:val="00004E2E"/>
    <w:pPr>
      <w:spacing w:after="100" w:line="240" w:lineRule="exact"/>
    </w:pPr>
    <w:rPr>
      <w:b/>
    </w:rPr>
  </w:style>
  <w:style w:type="paragraph" w:styleId="TOC2">
    <w:name w:val="toc 2"/>
    <w:basedOn w:val="Normal"/>
    <w:next w:val="Normal"/>
    <w:autoRedefine/>
    <w:uiPriority w:val="5"/>
    <w:rsid w:val="00004E2E"/>
    <w:pPr>
      <w:spacing w:after="100" w:line="240" w:lineRule="exact"/>
      <w:ind w:left="202"/>
    </w:pPr>
  </w:style>
  <w:style w:type="paragraph" w:styleId="TOC3">
    <w:name w:val="toc 3"/>
    <w:basedOn w:val="Normal"/>
    <w:next w:val="Normal"/>
    <w:autoRedefine/>
    <w:uiPriority w:val="6"/>
    <w:rsid w:val="00004E2E"/>
    <w:pPr>
      <w:spacing w:after="100" w:line="240" w:lineRule="exact"/>
      <w:ind w:left="403"/>
    </w:pPr>
  </w:style>
  <w:style w:type="character" w:styleId="CommentReference">
    <w:name w:val="annotation reference"/>
    <w:basedOn w:val="DefaultParagraphFont"/>
    <w:uiPriority w:val="99"/>
    <w:semiHidden/>
    <w:unhideWhenUsed/>
    <w:rsid w:val="00A23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2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25"/>
    <w:rPr>
      <w:rFonts w:ascii="Segoe UI" w:hAnsi="Segoe UI"/>
      <w:color w:val="41414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25"/>
    <w:rPr>
      <w:rFonts w:ascii="Segoe UI" w:hAnsi="Segoe UI"/>
      <w:b/>
      <w:bCs/>
      <w:color w:val="41414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25"/>
    <w:pPr>
      <w:spacing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25"/>
    <w:rPr>
      <w:rFonts w:ascii="Segoe UI" w:hAnsi="Segoe UI" w:cs="Segoe UI"/>
      <w:color w:val="414141"/>
      <w:sz w:val="18"/>
      <w:szCs w:val="18"/>
    </w:rPr>
  </w:style>
  <w:style w:type="paragraph" w:customStyle="1" w:styleId="AltText">
    <w:name w:val="Alt Text"/>
    <w:basedOn w:val="Paragraph"/>
    <w:next w:val="Paragraph"/>
    <w:uiPriority w:val="21"/>
    <w:qFormat/>
    <w:rsid w:val="00EC5B3E"/>
    <w:rPr>
      <w:color w:val="FF0000"/>
      <w:sz w:val="17"/>
    </w:rPr>
  </w:style>
  <w:style w:type="paragraph" w:customStyle="1" w:styleId="TOCTitle">
    <w:name w:val="TOC Title"/>
    <w:basedOn w:val="ChTitle"/>
    <w:next w:val="Paragraph"/>
    <w:uiPriority w:val="3"/>
    <w:qFormat/>
    <w:rsid w:val="00F34E39"/>
  </w:style>
  <w:style w:type="paragraph" w:customStyle="1" w:styleId="Title-Large">
    <w:name w:val="Title - Large"/>
    <w:basedOn w:val="Title"/>
    <w:next w:val="Subtitle"/>
    <w:link w:val="Title-LargeChar"/>
    <w:qFormat/>
    <w:rsid w:val="00F34E39"/>
    <w:pPr>
      <w:spacing w:line="1440" w:lineRule="exact"/>
    </w:pPr>
  </w:style>
  <w:style w:type="character" w:customStyle="1" w:styleId="Title-LargeChar">
    <w:name w:val="Title - Large Char"/>
    <w:basedOn w:val="TitleChar"/>
    <w:link w:val="Title-Large"/>
    <w:rsid w:val="00F34E39"/>
    <w:rPr>
      <w:rFonts w:ascii="Segoe Light" w:eastAsiaTheme="majorEastAsia" w:hAnsi="Segoe Light" w:cstheme="majorBidi"/>
      <w:color w:val="0078D7"/>
      <w:spacing w:val="-10"/>
      <w:kern w:val="28"/>
      <w:sz w:val="120"/>
      <w:szCs w:val="56"/>
    </w:rPr>
  </w:style>
  <w:style w:type="paragraph" w:customStyle="1" w:styleId="Title-Medium">
    <w:name w:val="Title - Medium"/>
    <w:basedOn w:val="Title"/>
    <w:next w:val="Subtitle"/>
    <w:link w:val="Title-MediumChar"/>
    <w:qFormat/>
    <w:rsid w:val="00F34E39"/>
    <w:pPr>
      <w:spacing w:after="600"/>
    </w:pPr>
    <w:rPr>
      <w:sz w:val="96"/>
    </w:rPr>
  </w:style>
  <w:style w:type="character" w:customStyle="1" w:styleId="Title-MediumChar">
    <w:name w:val="Title - Medium Char"/>
    <w:basedOn w:val="TitleChar"/>
    <w:link w:val="Title-Medium"/>
    <w:rsid w:val="00F34E39"/>
    <w:rPr>
      <w:rFonts w:ascii="Segoe Light" w:eastAsiaTheme="majorEastAsia" w:hAnsi="Segoe Light" w:cstheme="majorBidi"/>
      <w:color w:val="0078D7"/>
      <w:spacing w:val="-10"/>
      <w:kern w:val="28"/>
      <w:sz w:val="96"/>
      <w:szCs w:val="56"/>
    </w:rPr>
  </w:style>
  <w:style w:type="paragraph" w:customStyle="1" w:styleId="Title-Small">
    <w:name w:val="Title - Small"/>
    <w:basedOn w:val="Title"/>
    <w:next w:val="Subtitle"/>
    <w:link w:val="Title-SmallChar"/>
    <w:qFormat/>
    <w:rsid w:val="00F34E39"/>
    <w:pPr>
      <w:spacing w:after="480" w:line="960" w:lineRule="exact"/>
    </w:pPr>
    <w:rPr>
      <w:sz w:val="72"/>
    </w:rPr>
  </w:style>
  <w:style w:type="character" w:customStyle="1" w:styleId="Title-SmallChar">
    <w:name w:val="Title - Small Char"/>
    <w:basedOn w:val="TitleChar"/>
    <w:link w:val="Title-Small"/>
    <w:rsid w:val="00F34E39"/>
    <w:rPr>
      <w:rFonts w:ascii="Segoe Light" w:eastAsiaTheme="majorEastAsia" w:hAnsi="Segoe Light" w:cstheme="majorBidi"/>
      <w:color w:val="0078D7"/>
      <w:spacing w:val="-10"/>
      <w:kern w:val="28"/>
      <w:sz w:val="72"/>
      <w:szCs w:val="56"/>
    </w:rPr>
  </w:style>
  <w:style w:type="paragraph" w:customStyle="1" w:styleId="List-Paragraph">
    <w:name w:val="List - Paragraph"/>
    <w:basedOn w:val="Paragraph"/>
    <w:uiPriority w:val="25"/>
    <w:qFormat/>
    <w:rsid w:val="007509A3"/>
    <w:pPr>
      <w:ind w:left="360"/>
    </w:pPr>
  </w:style>
  <w:style w:type="paragraph" w:styleId="Revision">
    <w:name w:val="Revision"/>
    <w:hidden/>
    <w:uiPriority w:val="99"/>
    <w:semiHidden/>
    <w:rsid w:val="00FB4E7D"/>
    <w:pPr>
      <w:spacing w:after="0" w:line="240" w:lineRule="auto"/>
    </w:pPr>
    <w:rPr>
      <w:rFonts w:ascii="Segoe UI" w:hAnsi="Segoe UI"/>
      <w:color w:val="41414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ctal\Documents\7000%20Customer%20Editorial%20Stylesheets,%20Guidelines,%20and%20Templates\Microsoft\TFS%20Transfer\E-optimized%20templates\01%20USE%20FIRST%208.5%20x%2011\MSPress_e-optimized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85FC-CCEE-4845-BD33-A4EF38AB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MSPress_e-optimized_template.dotm</Template>
  <TotalTime>16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Octal Publishing, Inc.</dc:creator>
  <cp:lastModifiedBy>Octal Publishing, Inc.</cp:lastModifiedBy>
  <cp:revision>5</cp:revision>
  <cp:lastPrinted>2016-06-13T20:54:00Z</cp:lastPrinted>
  <dcterms:created xsi:type="dcterms:W3CDTF">2016-06-13T14:39:00Z</dcterms:created>
  <dcterms:modified xsi:type="dcterms:W3CDTF">2016-06-13T21:09:00Z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ChangeCodeReturns_1" visible="true" label="ChangeCodeReturns" imageMso="ViewGoBack" onAction="ChangeCodeReturns"/>
        <mso:button idQ="doc:resize48_1" visible="true" label="resize48" imageMso="AppointmentColor1" onAction="resize48"/>
        <mso:button idQ="doc:resize60_1" visible="true" label="resize60" imageMso="AppointmentColor2" onAction="resize60"/>
        <mso:button idQ="doc:CommentsPane_1" visible="true" label="DisplayCommentsPane" imageMso="PictureReflectionGalleryItem" onAction="CommentsPane"/>
        <mso:button idQ="doc:ToggleInsertionsAndDeletions_1" visible="true" label="ToggleInsertionsAndDeletions" imageMso="PersonaStatusBusy" onAction="ToggleInsertionsAndDeletions"/>
        <mso:button idQ="doc:InsertNewComment_1" visible="true" label="InsertNewComment" imageMso="ControlsGallery" onAction="InsertNewComment"/>
      </mso:documentControls>
    </mso:qat>
  </mso:ribbon>
</mso:customUI>
</file>